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F2E" w:rsidRPr="002D5405" w:rsidRDefault="004B7F2E" w:rsidP="002D5405">
      <w:pPr>
        <w:pStyle w:val="PlainText"/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Decoding SDK (Android) –</w:t>
      </w:r>
      <w:r w:rsidRPr="002D5405"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  <w:b/>
        </w:rPr>
        <w:t>Interface Description</w:t>
      </w:r>
    </w:p>
    <w:p w:rsidR="004B7F2E" w:rsidRPr="002D5405" w:rsidRDefault="004B7F2E" w:rsidP="00DA6784">
      <w:pPr>
        <w:pStyle w:val="PlainText"/>
        <w:rPr>
          <w:rFonts w:ascii="Courier New" w:hAnsi="Courier New" w:cs="Courier New"/>
        </w:rPr>
      </w:pPr>
    </w:p>
    <w:p w:rsidR="004B7F2E" w:rsidRPr="002D5405" w:rsidRDefault="004B7F2E" w:rsidP="002D5405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Files:</w:t>
      </w:r>
    </w:p>
    <w:p w:rsidR="004B7F2E" w:rsidRPr="00ED5715" w:rsidRDefault="004B7F2E" w:rsidP="0055005E">
      <w:pPr>
        <w:pStyle w:val="PlainText"/>
        <w:ind w:left="720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 xml:space="preserve">TwoDtgDecodeLib2-release.aar – archaive, containing decoders </w:t>
      </w:r>
    </w:p>
    <w:p w:rsidR="004B7F2E" w:rsidRPr="002F2E0A" w:rsidRDefault="004B7F2E" w:rsidP="002F2E0A">
      <w:pPr>
        <w:pStyle w:val="PlainText"/>
        <w:ind w:left="720" w:hanging="720"/>
        <w:rPr>
          <w:rFonts w:ascii="Courier New" w:hAnsi="Courier New" w:cs="Courier New"/>
          <w:lang w:val="en-US"/>
        </w:rPr>
      </w:pPr>
      <w:r w:rsidRPr="00D52C29">
        <w:rPr>
          <w:lang w:val="en-US"/>
        </w:rPr>
        <w:tab/>
      </w:r>
      <w:r w:rsidRPr="002F2E0A">
        <w:rPr>
          <w:lang w:val="en-US"/>
        </w:rPr>
        <w:t>CameraLib-release.aar - archaive, containing libraries for working with camera and/or Imager (Honeywell N56XX – Dolphin 70e, 75e, CT50; Nautiz X4)</w:t>
      </w:r>
    </w:p>
    <w:p w:rsidR="004B7F2E" w:rsidRPr="002F2E0A" w:rsidRDefault="004B7F2E" w:rsidP="007213B5">
      <w:pPr>
        <w:pStyle w:val="PlainText"/>
        <w:ind w:left="720" w:hanging="720"/>
        <w:rPr>
          <w:rFonts w:ascii="Courier New" w:hAnsi="Courier New" w:cs="Courier New"/>
          <w:lang w:val="en-US"/>
        </w:rPr>
      </w:pPr>
    </w:p>
    <w:p w:rsidR="004B7F2E" w:rsidRPr="002F2E0A" w:rsidRDefault="004B7F2E" w:rsidP="00DA6784">
      <w:pPr>
        <w:pStyle w:val="PlainText"/>
        <w:rPr>
          <w:rFonts w:ascii="Courier New" w:hAnsi="Courier New" w:cs="Courier New"/>
          <w:lang w:val="en-US"/>
        </w:rPr>
      </w:pPr>
      <w:r w:rsidRPr="002F2E0A">
        <w:rPr>
          <w:rFonts w:ascii="Courier New" w:hAnsi="Courier New" w:cs="Courier New"/>
          <w:lang w:val="en-US"/>
        </w:rPr>
        <w:tab/>
      </w:r>
      <w:r w:rsidRPr="002F2E0A">
        <w:rPr>
          <w:rFonts w:ascii="Courier New" w:hAnsi="Courier New" w:cs="Courier New"/>
          <w:lang w:val="en-US"/>
        </w:rPr>
        <w:tab/>
      </w:r>
      <w:r w:rsidRPr="002F2E0A">
        <w:rPr>
          <w:rFonts w:ascii="Courier New" w:hAnsi="Courier New" w:cs="Courier New"/>
          <w:lang w:val="en-US"/>
        </w:rPr>
        <w:tab/>
      </w:r>
      <w:r w:rsidRPr="002F2E0A">
        <w:rPr>
          <w:rFonts w:ascii="Courier New" w:hAnsi="Courier New" w:cs="Courier New"/>
          <w:lang w:val="en-US"/>
        </w:rPr>
        <w:tab/>
      </w:r>
    </w:p>
    <w:p w:rsidR="004B7F2E" w:rsidRPr="00DA6784" w:rsidRDefault="004B7F2E" w:rsidP="002D5405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Packages:</w:t>
      </w:r>
      <w:r w:rsidRPr="00DA6784">
        <w:rPr>
          <w:rFonts w:ascii="Courier New" w:hAnsi="Courier New" w:cs="Courier New"/>
        </w:rPr>
        <w:t xml:space="preserve"> </w:t>
      </w:r>
    </w:p>
    <w:p w:rsidR="004B7F2E" w:rsidRPr="00ED5715" w:rsidRDefault="004B7F2E" w:rsidP="007213B5">
      <w:pPr>
        <w:pStyle w:val="PlainText"/>
        <w:ind w:left="720" w:hanging="720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  <w:t>decoding.twodtg.com.twodtgdecodelib2 – contains decoders and auxiliary classes</w:t>
      </w:r>
    </w:p>
    <w:p w:rsidR="004B7F2E" w:rsidRPr="00ED5715" w:rsidRDefault="004B7F2E" w:rsidP="007213B5">
      <w:pPr>
        <w:pStyle w:val="PlainText"/>
        <w:ind w:left="720" w:hanging="720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  <w:t>decoding.twodtg.com.cameralib – contains interface for camera or Imager.</w:t>
      </w:r>
    </w:p>
    <w:p w:rsidR="004B7F2E" w:rsidRPr="00ED5715" w:rsidRDefault="004B7F2E" w:rsidP="00DA6784">
      <w:pPr>
        <w:pStyle w:val="PlainText"/>
        <w:rPr>
          <w:rFonts w:ascii="Courier New" w:hAnsi="Courier New" w:cs="Courier New"/>
          <w:lang w:val="en-US"/>
        </w:rPr>
      </w:pPr>
    </w:p>
    <w:p w:rsidR="004B7F2E" w:rsidRPr="00ED5715" w:rsidRDefault="004B7F2E" w:rsidP="00DA6784">
      <w:pPr>
        <w:pStyle w:val="PlainText"/>
        <w:rPr>
          <w:rFonts w:ascii="Courier New" w:hAnsi="Courier New" w:cs="Courier New"/>
          <w:lang w:val="en-US"/>
        </w:rPr>
      </w:pPr>
    </w:p>
    <w:p w:rsidR="004B7F2E" w:rsidRPr="00DA6784" w:rsidRDefault="004B7F2E" w:rsidP="002D5405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Classes</w:t>
      </w:r>
      <w:r w:rsidRPr="00DA6784">
        <w:rPr>
          <w:rFonts w:ascii="Courier New" w:hAnsi="Courier New" w:cs="Courier New"/>
        </w:rPr>
        <w:t>.</w:t>
      </w:r>
    </w:p>
    <w:p w:rsidR="004B7F2E" w:rsidRPr="00DA6784" w:rsidRDefault="004B7F2E" w:rsidP="00DA6784">
      <w:pPr>
        <w:pStyle w:val="PlainText"/>
        <w:rPr>
          <w:rFonts w:ascii="Courier New" w:hAnsi="Courier New" w:cs="Courier New"/>
        </w:rPr>
      </w:pPr>
      <w:r w:rsidRPr="00DA6784">
        <w:rPr>
          <w:rFonts w:ascii="Courier New" w:hAnsi="Courier New" w:cs="Courier New"/>
        </w:rPr>
        <w:tab/>
      </w:r>
    </w:p>
    <w:p w:rsidR="004B7F2E" w:rsidRPr="00DA6784" w:rsidRDefault="004B7F2E" w:rsidP="007213B5">
      <w:pPr>
        <w:pStyle w:val="PlainText"/>
        <w:numPr>
          <w:ilvl w:val="1"/>
          <w:numId w:val="1"/>
        </w:numPr>
        <w:rPr>
          <w:rFonts w:ascii="Courier New" w:hAnsi="Courier New" w:cs="Courier New"/>
        </w:rPr>
      </w:pPr>
      <w:r>
        <w:rPr>
          <w:rFonts w:ascii="Courier New" w:hAnsi="Courier New" w:cs="Courier New"/>
          <w:lang w:val="en-US"/>
        </w:rPr>
        <w:t>Barcode</w:t>
      </w:r>
      <w:r w:rsidRPr="00DA6784">
        <w:rPr>
          <w:rFonts w:ascii="Courier New" w:hAnsi="Courier New" w:cs="Courier New"/>
        </w:rPr>
        <w:t>Decoder</w:t>
      </w:r>
    </w:p>
    <w:p w:rsidR="004B7F2E" w:rsidRDefault="004B7F2E" w:rsidP="007213B5">
      <w:pPr>
        <w:pStyle w:val="PlainText"/>
        <w:ind w:left="720" w:hanging="720"/>
        <w:rPr>
          <w:rFonts w:ascii="Courier New" w:hAnsi="Courier New" w:cs="Courier New"/>
          <w:lang w:val="en-US"/>
        </w:rPr>
      </w:pPr>
      <w:r w:rsidRPr="002F2E0A">
        <w:rPr>
          <w:rFonts w:ascii="Courier New" w:hAnsi="Courier New" w:cs="Courier New"/>
          <w:lang w:val="en-US"/>
        </w:rPr>
        <w:tab/>
      </w:r>
      <w:r w:rsidRPr="00ED5715">
        <w:rPr>
          <w:rFonts w:ascii="Courier New" w:hAnsi="Courier New" w:cs="Courier New"/>
          <w:lang w:val="en-US"/>
        </w:rPr>
        <w:t>Class for all decoders. Describes their interface.</w:t>
      </w:r>
    </w:p>
    <w:p w:rsidR="004B7F2E" w:rsidRDefault="004B7F2E" w:rsidP="007213B5">
      <w:pPr>
        <w:pStyle w:val="PlainText"/>
        <w:ind w:left="720" w:hanging="720"/>
        <w:rPr>
          <w:rFonts w:ascii="Courier New" w:hAnsi="Courier New" w:cs="Courier New"/>
          <w:lang w:val="en-US"/>
        </w:rPr>
      </w:pPr>
    </w:p>
    <w:p w:rsidR="004B7F2E" w:rsidRPr="004C2C53" w:rsidRDefault="004B7F2E" w:rsidP="007213B5">
      <w:pPr>
        <w:pStyle w:val="PlainText"/>
        <w:ind w:left="720" w:hanging="720"/>
        <w:rPr>
          <w:rFonts w:ascii="Courier New" w:hAnsi="Courier New" w:cs="Courier New"/>
          <w:b/>
          <w:u w:val="single"/>
          <w:lang w:val="en-US"/>
        </w:rPr>
      </w:pPr>
      <w:r w:rsidRPr="004C2C53">
        <w:rPr>
          <w:rFonts w:ascii="Courier New" w:hAnsi="Courier New" w:cs="Courier New"/>
          <w:b/>
          <w:u w:val="single"/>
          <w:lang w:val="en-US"/>
        </w:rPr>
        <w:t>Important!</w:t>
      </w:r>
    </w:p>
    <w:p w:rsidR="004B7F2E" w:rsidRPr="004C2C53" w:rsidRDefault="004B7F2E" w:rsidP="007213B5">
      <w:pPr>
        <w:pStyle w:val="PlainText"/>
        <w:ind w:left="720" w:hanging="720"/>
        <w:rPr>
          <w:rFonts w:ascii="Courier New" w:hAnsi="Courier New" w:cs="Courier New"/>
          <w:lang w:val="en-US"/>
        </w:rPr>
      </w:pPr>
      <w:r w:rsidRPr="004C2C53">
        <w:rPr>
          <w:rFonts w:ascii="Courier New" w:hAnsi="Courier New" w:cs="Courier New"/>
          <w:lang w:val="en-US"/>
        </w:rPr>
        <w:t>The following permissions are required for BarcodeDecoder:</w:t>
      </w:r>
    </w:p>
    <w:p w:rsidR="004B7F2E" w:rsidRPr="004C2C53" w:rsidRDefault="004B7F2E" w:rsidP="00703BC7">
      <w:pPr>
        <w:pStyle w:val="PlainText"/>
        <w:numPr>
          <w:ilvl w:val="0"/>
          <w:numId w:val="2"/>
        </w:numPr>
        <w:rPr>
          <w:rFonts w:ascii="Courier New" w:hAnsi="Courier New" w:cs="Courier New"/>
          <w:lang w:val="en-US"/>
        </w:rPr>
      </w:pPr>
      <w:r w:rsidRPr="004C2C53">
        <w:rPr>
          <w:rFonts w:ascii="Courier New" w:hAnsi="Courier New" w:cs="Courier New"/>
          <w:lang w:val="en-US"/>
        </w:rPr>
        <w:t>Android permissions for Decoder itself:</w:t>
      </w:r>
    </w:p>
    <w:p w:rsidR="004B7F2E" w:rsidRDefault="004B7F2E" w:rsidP="003133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  <w:r w:rsidRPr="004C2C53">
        <w:rPr>
          <w:color w:val="000000"/>
        </w:rPr>
        <w:t>&lt;</w:t>
      </w:r>
      <w:r w:rsidRPr="004C2C53">
        <w:t xml:space="preserve">uses-permission </w:t>
      </w:r>
      <w:r w:rsidRPr="004C2C53">
        <w:rPr>
          <w:color w:val="660E7A"/>
        </w:rPr>
        <w:t>android</w:t>
      </w:r>
      <w:r w:rsidRPr="004C2C53">
        <w:rPr>
          <w:color w:val="0000FF"/>
        </w:rPr>
        <w:t>:name=</w:t>
      </w:r>
      <w:r w:rsidRPr="004C2C53">
        <w:rPr>
          <w:color w:val="008000"/>
        </w:rPr>
        <w:t>"android.permission.WRITE_EXTERNAL_STORAGE"</w:t>
      </w:r>
      <w:r w:rsidRPr="004C2C53">
        <w:rPr>
          <w:color w:val="000000"/>
        </w:rPr>
        <w:t>/&gt;</w:t>
      </w:r>
      <w:r w:rsidRPr="004C2C53">
        <w:rPr>
          <w:color w:val="000000"/>
        </w:rPr>
        <w:br/>
        <w:t>&lt;</w:t>
      </w:r>
      <w:r w:rsidRPr="004C2C53">
        <w:t xml:space="preserve">uses-permission </w:t>
      </w:r>
      <w:r w:rsidRPr="004C2C53">
        <w:rPr>
          <w:color w:val="660E7A"/>
        </w:rPr>
        <w:t>android</w:t>
      </w:r>
      <w:r w:rsidRPr="004C2C53">
        <w:rPr>
          <w:color w:val="0000FF"/>
        </w:rPr>
        <w:t>:name=</w:t>
      </w:r>
      <w:r w:rsidRPr="004C2C53">
        <w:rPr>
          <w:color w:val="008000"/>
        </w:rPr>
        <w:t>"android.permission.READ_EXTERNAL_STORAGE"</w:t>
      </w:r>
      <w:r w:rsidRPr="004C2C53">
        <w:rPr>
          <w:color w:val="000000"/>
        </w:rPr>
        <w:t>/&gt;</w:t>
      </w:r>
    </w:p>
    <w:p w:rsidR="004B7F2E" w:rsidRPr="00793D0D" w:rsidRDefault="004B7F2E" w:rsidP="00793D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ru-RU"/>
        </w:rPr>
      </w:pPr>
      <w:r w:rsidRPr="004C2C53">
        <w:rPr>
          <w:color w:val="000000"/>
        </w:rPr>
        <w:t>&lt;</w:t>
      </w:r>
      <w:r w:rsidRPr="004C2C53">
        <w:t xml:space="preserve">uses-permission </w:t>
      </w:r>
      <w:r w:rsidRPr="004C2C53">
        <w:rPr>
          <w:color w:val="660E7A"/>
        </w:rPr>
        <w:t>android</w:t>
      </w:r>
      <w:r w:rsidRPr="004C2C53">
        <w:rPr>
          <w:color w:val="0000FF"/>
        </w:rPr>
        <w:t>:name=</w:t>
      </w:r>
      <w:r w:rsidRPr="004C2C53">
        <w:rPr>
          <w:color w:val="008000"/>
        </w:rPr>
        <w:t>"android.permission.READ_</w:t>
      </w:r>
      <w:r>
        <w:rPr>
          <w:color w:val="008000"/>
        </w:rPr>
        <w:t>PHONE_STATE</w:t>
      </w:r>
      <w:r w:rsidRPr="004C2C53">
        <w:rPr>
          <w:color w:val="008000"/>
        </w:rPr>
        <w:t>"</w:t>
      </w:r>
      <w:r w:rsidRPr="004C2C53">
        <w:rPr>
          <w:color w:val="000000"/>
        </w:rPr>
        <w:t>/&gt;</w:t>
      </w:r>
      <w:r>
        <w:rPr>
          <w:rFonts w:ascii="Courier New" w:hAnsi="Courier New" w:cs="Courier New"/>
          <w:color w:val="000000"/>
          <w:sz w:val="20"/>
          <w:szCs w:val="20"/>
          <w:lang w:eastAsia="ru-RU"/>
        </w:rPr>
        <w:t xml:space="preserve"> (for Android 8 and higer)</w:t>
      </w:r>
    </w:p>
    <w:p w:rsidR="004B7F2E" w:rsidRPr="004C2C53" w:rsidRDefault="004B7F2E" w:rsidP="003133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ru-RU"/>
        </w:rPr>
      </w:pPr>
    </w:p>
    <w:p w:rsidR="004B7F2E" w:rsidRPr="004C2C53" w:rsidRDefault="004B7F2E" w:rsidP="00362AFC">
      <w:pPr>
        <w:pStyle w:val="PlainText"/>
        <w:numPr>
          <w:ilvl w:val="0"/>
          <w:numId w:val="2"/>
        </w:numPr>
        <w:rPr>
          <w:rFonts w:ascii="Courier New" w:hAnsi="Courier New" w:cs="Courier New"/>
          <w:sz w:val="22"/>
          <w:szCs w:val="22"/>
          <w:lang w:val="en-US"/>
        </w:rPr>
      </w:pPr>
      <w:r w:rsidRPr="004C2C53">
        <w:rPr>
          <w:rFonts w:ascii="Courier New" w:hAnsi="Courier New" w:cs="Courier New"/>
          <w:lang w:val="en-US"/>
        </w:rPr>
        <w:t xml:space="preserve">Android permission for image capture by a smartphone/tablet PC camera and its subsequent decoding: </w:t>
      </w:r>
    </w:p>
    <w:p w:rsidR="004B7F2E" w:rsidRPr="004C2C53" w:rsidRDefault="004B7F2E" w:rsidP="002F2E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ru-RU"/>
        </w:rPr>
      </w:pPr>
      <w:r w:rsidRPr="004C2C53">
        <w:rPr>
          <w:rFonts w:ascii="Courier New" w:hAnsi="Courier New" w:cs="Courier New"/>
          <w:color w:val="000000"/>
          <w:sz w:val="20"/>
          <w:szCs w:val="20"/>
          <w:lang w:eastAsia="ru-RU"/>
        </w:rPr>
        <w:t>&lt;</w:t>
      </w:r>
      <w:r w:rsidRPr="004C2C53">
        <w:rPr>
          <w:rFonts w:ascii="Courier New" w:hAnsi="Courier New" w:cs="Courier New"/>
          <w:b/>
          <w:bCs/>
          <w:color w:val="000080"/>
          <w:sz w:val="20"/>
          <w:szCs w:val="20"/>
          <w:lang w:eastAsia="ru-RU"/>
        </w:rPr>
        <w:t xml:space="preserve">uses-permission </w:t>
      </w:r>
      <w:r w:rsidRPr="004C2C53">
        <w:rPr>
          <w:rFonts w:ascii="Courier New" w:hAnsi="Courier New" w:cs="Courier New"/>
          <w:b/>
          <w:bCs/>
          <w:color w:val="660E7A"/>
          <w:sz w:val="20"/>
          <w:szCs w:val="20"/>
          <w:lang w:eastAsia="ru-RU"/>
        </w:rPr>
        <w:t>android</w:t>
      </w:r>
      <w:r w:rsidRPr="004C2C53">
        <w:rPr>
          <w:rFonts w:ascii="Courier New" w:hAnsi="Courier New" w:cs="Courier New"/>
          <w:b/>
          <w:bCs/>
          <w:color w:val="0000FF"/>
          <w:sz w:val="20"/>
          <w:szCs w:val="20"/>
          <w:lang w:eastAsia="ru-RU"/>
        </w:rPr>
        <w:t>:name=</w:t>
      </w:r>
      <w:r w:rsidRPr="004C2C53">
        <w:rPr>
          <w:rFonts w:ascii="Courier New" w:hAnsi="Courier New" w:cs="Courier New"/>
          <w:b/>
          <w:bCs/>
          <w:color w:val="008000"/>
          <w:sz w:val="20"/>
          <w:szCs w:val="20"/>
          <w:lang w:eastAsia="ru-RU"/>
        </w:rPr>
        <w:t>"android.permission.CAMERA"</w:t>
      </w:r>
      <w:r w:rsidRPr="004C2C53">
        <w:rPr>
          <w:rFonts w:ascii="Courier New" w:hAnsi="Courier New" w:cs="Courier New"/>
          <w:color w:val="000000"/>
          <w:sz w:val="20"/>
          <w:szCs w:val="20"/>
          <w:lang w:eastAsia="ru-RU"/>
        </w:rPr>
        <w:t>/&gt;</w:t>
      </w:r>
    </w:p>
    <w:p w:rsidR="004B7F2E" w:rsidRPr="004C2C53" w:rsidRDefault="004B7F2E" w:rsidP="004C2C53">
      <w:pPr>
        <w:pStyle w:val="HTMLPreformatted"/>
        <w:numPr>
          <w:ilvl w:val="0"/>
          <w:numId w:val="2"/>
        </w:numPr>
        <w:shd w:val="clear" w:color="auto" w:fill="FFFFFF"/>
      </w:pPr>
      <w:r w:rsidRPr="004C2C53">
        <w:rPr>
          <w:rFonts w:cs="Courier New"/>
        </w:rPr>
        <w:t xml:space="preserve">Honeywell permission for image capture by an imager of a Honeywell industrial mobile computer and its </w:t>
      </w:r>
      <w:r w:rsidRPr="004C2C53">
        <w:rPr>
          <w:rFonts w:cs="Courier New"/>
          <w:sz w:val="21"/>
          <w:szCs w:val="21"/>
          <w:lang w:eastAsia="ru-RU"/>
        </w:rPr>
        <w:t>subsequent</w:t>
      </w:r>
      <w:r w:rsidRPr="004C2C53">
        <w:rPr>
          <w:rFonts w:cs="Courier New"/>
        </w:rPr>
        <w:t xml:space="preserve"> decoding:</w:t>
      </w:r>
    </w:p>
    <w:p w:rsidR="004B7F2E" w:rsidRPr="004C2C53" w:rsidRDefault="004B7F2E" w:rsidP="002F2E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ru-RU"/>
        </w:rPr>
      </w:pPr>
      <w:r w:rsidRPr="004C2C53">
        <w:rPr>
          <w:rFonts w:ascii="Courier New" w:hAnsi="Courier New" w:cs="Courier New"/>
          <w:color w:val="000000"/>
          <w:sz w:val="20"/>
          <w:szCs w:val="20"/>
          <w:lang w:eastAsia="ru-RU"/>
        </w:rPr>
        <w:t>&lt;</w:t>
      </w:r>
      <w:r w:rsidRPr="004C2C53">
        <w:rPr>
          <w:rFonts w:ascii="Courier New" w:hAnsi="Courier New" w:cs="Courier New"/>
          <w:b/>
          <w:bCs/>
          <w:color w:val="000080"/>
          <w:sz w:val="20"/>
          <w:szCs w:val="20"/>
          <w:lang w:eastAsia="ru-RU"/>
        </w:rPr>
        <w:t xml:space="preserve">uses-permission </w:t>
      </w:r>
      <w:r w:rsidRPr="004C2C53">
        <w:rPr>
          <w:rFonts w:ascii="Courier New" w:hAnsi="Courier New" w:cs="Courier New"/>
          <w:b/>
          <w:bCs/>
          <w:color w:val="660E7A"/>
          <w:sz w:val="20"/>
          <w:szCs w:val="20"/>
          <w:lang w:eastAsia="ru-RU"/>
        </w:rPr>
        <w:t>android</w:t>
      </w:r>
      <w:r w:rsidRPr="004C2C53">
        <w:rPr>
          <w:rFonts w:ascii="Courier New" w:hAnsi="Courier New" w:cs="Courier New"/>
          <w:b/>
          <w:bCs/>
          <w:color w:val="0000FF"/>
          <w:sz w:val="20"/>
          <w:szCs w:val="20"/>
          <w:lang w:eastAsia="ru-RU"/>
        </w:rPr>
        <w:t>:name=</w:t>
      </w:r>
      <w:r w:rsidRPr="004C2C53">
        <w:rPr>
          <w:rFonts w:ascii="Courier New" w:hAnsi="Courier New" w:cs="Courier New"/>
          <w:b/>
          <w:bCs/>
          <w:color w:val="008000"/>
          <w:sz w:val="20"/>
          <w:szCs w:val="20"/>
          <w:lang w:eastAsia="ru-RU"/>
        </w:rPr>
        <w:t>"com.honeywell.decode.permission.DECODE"</w:t>
      </w:r>
      <w:r w:rsidRPr="004C2C53">
        <w:rPr>
          <w:rFonts w:ascii="Courier New" w:hAnsi="Courier New" w:cs="Courier New"/>
          <w:color w:val="000000"/>
          <w:sz w:val="20"/>
          <w:szCs w:val="20"/>
          <w:lang w:eastAsia="ru-RU"/>
        </w:rPr>
        <w:t>/&gt;</w:t>
      </w:r>
    </w:p>
    <w:p w:rsidR="004B7F2E" w:rsidRPr="004C2C53" w:rsidRDefault="004B7F2E" w:rsidP="004C2C53">
      <w:pPr>
        <w:pStyle w:val="PlainText"/>
        <w:numPr>
          <w:ilvl w:val="0"/>
          <w:numId w:val="2"/>
        </w:numPr>
        <w:rPr>
          <w:rFonts w:ascii="Courier New" w:hAnsi="Courier New" w:cs="Courier New"/>
          <w:lang w:val="en-US"/>
        </w:rPr>
      </w:pPr>
      <w:r w:rsidRPr="004C2C53">
        <w:rPr>
          <w:rFonts w:ascii="Courier New" w:hAnsi="Courier New" w:cs="Courier New"/>
          <w:lang w:val="en-US"/>
        </w:rPr>
        <w:t>Android permissions for license on-line activation/deactivation:</w:t>
      </w:r>
    </w:p>
    <w:p w:rsidR="004B7F2E" w:rsidRPr="00313336" w:rsidRDefault="004B7F2E" w:rsidP="003133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ru-RU"/>
        </w:rPr>
      </w:pPr>
      <w:r w:rsidRPr="004C2C53">
        <w:rPr>
          <w:rFonts w:ascii="Courier New" w:hAnsi="Courier New" w:cs="Courier New"/>
          <w:color w:val="000000"/>
          <w:sz w:val="20"/>
          <w:szCs w:val="20"/>
          <w:lang w:eastAsia="ru-RU"/>
        </w:rPr>
        <w:t>&lt;</w:t>
      </w:r>
      <w:r w:rsidRPr="004C2C53">
        <w:rPr>
          <w:rFonts w:ascii="Courier New" w:hAnsi="Courier New" w:cs="Courier New"/>
          <w:b/>
          <w:bCs/>
          <w:color w:val="000080"/>
          <w:sz w:val="20"/>
          <w:szCs w:val="20"/>
          <w:lang w:eastAsia="ru-RU"/>
        </w:rPr>
        <w:t xml:space="preserve">uses-permission </w:t>
      </w:r>
      <w:r w:rsidRPr="004C2C53">
        <w:rPr>
          <w:rFonts w:ascii="Courier New" w:hAnsi="Courier New" w:cs="Courier New"/>
          <w:b/>
          <w:bCs/>
          <w:color w:val="660E7A"/>
          <w:sz w:val="20"/>
          <w:szCs w:val="20"/>
          <w:lang w:eastAsia="ru-RU"/>
        </w:rPr>
        <w:t>android</w:t>
      </w:r>
      <w:r w:rsidRPr="004C2C53">
        <w:rPr>
          <w:rFonts w:ascii="Courier New" w:hAnsi="Courier New" w:cs="Courier New"/>
          <w:b/>
          <w:bCs/>
          <w:color w:val="0000FF"/>
          <w:sz w:val="20"/>
          <w:szCs w:val="20"/>
          <w:lang w:eastAsia="ru-RU"/>
        </w:rPr>
        <w:t>:name=</w:t>
      </w:r>
      <w:r w:rsidRPr="004C2C53">
        <w:rPr>
          <w:rFonts w:ascii="Courier New" w:hAnsi="Courier New" w:cs="Courier New"/>
          <w:b/>
          <w:bCs/>
          <w:color w:val="008000"/>
          <w:sz w:val="20"/>
          <w:szCs w:val="20"/>
          <w:lang w:eastAsia="ru-RU"/>
        </w:rPr>
        <w:t>"android.permission.INTERNET"</w:t>
      </w:r>
      <w:r w:rsidRPr="004C2C53">
        <w:rPr>
          <w:rFonts w:ascii="Courier New" w:hAnsi="Courier New" w:cs="Courier New"/>
          <w:color w:val="000000"/>
          <w:sz w:val="20"/>
          <w:szCs w:val="20"/>
          <w:lang w:eastAsia="ru-RU"/>
        </w:rPr>
        <w:t>/&gt;</w:t>
      </w:r>
    </w:p>
    <w:p w:rsidR="004B7F2E" w:rsidRPr="00D52C29" w:rsidRDefault="004B7F2E" w:rsidP="002F2E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ru-RU"/>
        </w:rPr>
      </w:pPr>
      <w:r>
        <w:rPr>
          <w:rFonts w:ascii="Courier New" w:hAnsi="Courier New" w:cs="Courier New"/>
          <w:color w:val="000000"/>
          <w:sz w:val="20"/>
          <w:szCs w:val="20"/>
          <w:lang w:eastAsia="ru-RU"/>
        </w:rPr>
        <w:t xml:space="preserve"> </w:t>
      </w:r>
    </w:p>
    <w:p w:rsidR="004B7F2E" w:rsidRPr="002F2E0A" w:rsidRDefault="004B7F2E" w:rsidP="007213B5">
      <w:pPr>
        <w:pStyle w:val="PlainText"/>
        <w:ind w:left="720" w:hanging="720"/>
        <w:rPr>
          <w:rFonts w:ascii="Courier New" w:hAnsi="Courier New" w:cs="Courier New"/>
          <w:lang w:val="en-US"/>
        </w:rPr>
      </w:pPr>
      <w:r w:rsidRPr="002F2E0A">
        <w:rPr>
          <w:rFonts w:ascii="Courier New" w:hAnsi="Courier New" w:cs="Courier New"/>
          <w:lang w:val="en-US"/>
        </w:rPr>
        <w:tab/>
      </w:r>
    </w:p>
    <w:p w:rsidR="004B7F2E" w:rsidRPr="00ED5715" w:rsidRDefault="004B7F2E" w:rsidP="004B3072">
      <w:pPr>
        <w:pStyle w:val="PlainText"/>
        <w:ind w:left="720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>Contains methods as follows:</w:t>
      </w:r>
    </w:p>
    <w:p w:rsidR="004B7F2E" w:rsidRPr="00ED5715" w:rsidRDefault="004B7F2E" w:rsidP="00DA6784">
      <w:pPr>
        <w:pStyle w:val="PlainText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</w:r>
    </w:p>
    <w:p w:rsidR="004B7F2E" w:rsidRPr="00ED5715" w:rsidRDefault="004B7F2E" w:rsidP="00DA6784">
      <w:pPr>
        <w:pStyle w:val="PlainText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  <w:t>3.1.1 public static boolean isStandardCamera()</w:t>
      </w:r>
    </w:p>
    <w:p w:rsidR="004B7F2E" w:rsidRPr="00ED5715" w:rsidRDefault="004B7F2E" w:rsidP="00DA6784">
      <w:pPr>
        <w:pStyle w:val="PlainText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  <w:t xml:space="preserve"> </w:t>
      </w:r>
    </w:p>
    <w:p w:rsidR="004B7F2E" w:rsidRPr="00ED5715" w:rsidRDefault="004B7F2E" w:rsidP="007213B5">
      <w:pPr>
        <w:pStyle w:val="PlainText"/>
        <w:ind w:firstLine="720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>Result:</w:t>
      </w:r>
    </w:p>
    <w:p w:rsidR="004B7F2E" w:rsidRPr="00ED5715" w:rsidRDefault="004B7F2E" w:rsidP="00DA6784">
      <w:pPr>
        <w:pStyle w:val="PlainText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  <w:t xml:space="preserve"> Returns true if smartphone camera is used for image capture.</w:t>
      </w:r>
    </w:p>
    <w:p w:rsidR="004B7F2E" w:rsidRPr="00ED5715" w:rsidRDefault="004B7F2E" w:rsidP="00DA6784">
      <w:pPr>
        <w:pStyle w:val="PlainText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</w:r>
    </w:p>
    <w:p w:rsidR="004B7F2E" w:rsidRPr="00ED5715" w:rsidRDefault="004B7F2E" w:rsidP="00DA6784">
      <w:pPr>
        <w:pStyle w:val="PlainText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  <w:t>3.1.2 public void setTriggerListener(TriggerListener listener)</w:t>
      </w:r>
    </w:p>
    <w:p w:rsidR="004B7F2E" w:rsidRPr="00ED5715" w:rsidRDefault="004B7F2E" w:rsidP="00DA6784">
      <w:pPr>
        <w:pStyle w:val="PlainText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  <w:t xml:space="preserve"> </w:t>
      </w:r>
    </w:p>
    <w:p w:rsidR="004B7F2E" w:rsidRPr="00ED5715" w:rsidRDefault="004B7F2E" w:rsidP="007213B5">
      <w:pPr>
        <w:pStyle w:val="PlainText"/>
        <w:ind w:firstLine="720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>Parameters:</w:t>
      </w:r>
    </w:p>
    <w:p w:rsidR="004B7F2E" w:rsidRPr="00ED5715" w:rsidRDefault="004B7F2E" w:rsidP="00DA6784">
      <w:pPr>
        <w:pStyle w:val="PlainText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  <w:t>TriggerListener listener – reciprocal call object.</w:t>
      </w:r>
    </w:p>
    <w:p w:rsidR="004B7F2E" w:rsidRPr="00ED5715" w:rsidRDefault="004B7F2E" w:rsidP="007213B5">
      <w:pPr>
        <w:pStyle w:val="PlainText"/>
        <w:ind w:left="720" w:hanging="720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  <w:t>Sets reciprocal call object when trigger is pressed/released (for devices equipped with a trigger).</w:t>
      </w:r>
    </w:p>
    <w:p w:rsidR="004B7F2E" w:rsidRPr="00ED5715" w:rsidRDefault="004B7F2E" w:rsidP="007213B5">
      <w:pPr>
        <w:pStyle w:val="PlainText"/>
        <w:ind w:left="720" w:hanging="720"/>
        <w:rPr>
          <w:rFonts w:ascii="Courier New" w:hAnsi="Courier New" w:cs="Courier New"/>
          <w:lang w:val="en-US"/>
        </w:rPr>
      </w:pPr>
    </w:p>
    <w:p w:rsidR="004B7F2E" w:rsidRPr="00ED5715" w:rsidRDefault="004B7F2E" w:rsidP="00DA6784">
      <w:pPr>
        <w:pStyle w:val="PlainText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  <w:t>3.1.3 public void Destroy()</w:t>
      </w:r>
    </w:p>
    <w:p w:rsidR="004B7F2E" w:rsidRPr="00ED5715" w:rsidRDefault="004B7F2E" w:rsidP="00DA6784">
      <w:pPr>
        <w:pStyle w:val="PlainText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  <w:t>Releases all resources occupied by the library.</w:t>
      </w:r>
    </w:p>
    <w:p w:rsidR="004B7F2E" w:rsidRPr="00ED5715" w:rsidRDefault="004B7F2E" w:rsidP="00DA6784">
      <w:pPr>
        <w:pStyle w:val="PlainText"/>
        <w:rPr>
          <w:rFonts w:ascii="Courier New" w:hAnsi="Courier New" w:cs="Courier New"/>
          <w:lang w:val="en-US"/>
        </w:rPr>
      </w:pPr>
    </w:p>
    <w:p w:rsidR="004B7F2E" w:rsidRPr="00ED5715" w:rsidRDefault="004B7F2E" w:rsidP="00DA6784">
      <w:pPr>
        <w:pStyle w:val="PlainText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  <w:t>3.1.4 public boolean DecodeBitmap(Bitmap bmp)</w:t>
      </w:r>
    </w:p>
    <w:p w:rsidR="004B7F2E" w:rsidRPr="00ED5715" w:rsidRDefault="004B7F2E" w:rsidP="00DA6784">
      <w:pPr>
        <w:pStyle w:val="PlainText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</w:r>
    </w:p>
    <w:p w:rsidR="004B7F2E" w:rsidRPr="00ED5715" w:rsidRDefault="004B7F2E" w:rsidP="007213B5">
      <w:pPr>
        <w:pStyle w:val="PlainText"/>
        <w:ind w:firstLine="720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>Parameters:</w:t>
      </w:r>
    </w:p>
    <w:p w:rsidR="004B7F2E" w:rsidRPr="00ED5715" w:rsidRDefault="004B7F2E" w:rsidP="00DA6784">
      <w:pPr>
        <w:pStyle w:val="PlainText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  <w:t>Bitmap bmp - image</w:t>
      </w:r>
    </w:p>
    <w:p w:rsidR="004B7F2E" w:rsidRPr="00ED5715" w:rsidRDefault="004B7F2E" w:rsidP="00DA6784">
      <w:pPr>
        <w:pStyle w:val="PlainText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</w:r>
    </w:p>
    <w:p w:rsidR="004B7F2E" w:rsidRPr="00ED5715" w:rsidRDefault="004B7F2E" w:rsidP="00013528">
      <w:pPr>
        <w:pStyle w:val="PlainText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  <w:t>Result:</w:t>
      </w:r>
    </w:p>
    <w:p w:rsidR="004B7F2E" w:rsidRPr="00ED5715" w:rsidRDefault="004B7F2E" w:rsidP="00013528">
      <w:pPr>
        <w:pStyle w:val="PlainText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  <w:t>Returns true if decoding is successful.</w:t>
      </w:r>
    </w:p>
    <w:p w:rsidR="004B7F2E" w:rsidRPr="00ED5715" w:rsidRDefault="004B7F2E" w:rsidP="00DA6784">
      <w:pPr>
        <w:pStyle w:val="PlainText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  <w:t>Decodes image presented in Bitmap format.</w:t>
      </w:r>
    </w:p>
    <w:p w:rsidR="004B7F2E" w:rsidRPr="00ED5715" w:rsidRDefault="004B7F2E" w:rsidP="00DA6784">
      <w:pPr>
        <w:pStyle w:val="PlainText"/>
        <w:rPr>
          <w:rFonts w:ascii="Courier New" w:hAnsi="Courier New" w:cs="Courier New"/>
          <w:lang w:val="en-US"/>
        </w:rPr>
      </w:pPr>
    </w:p>
    <w:p w:rsidR="004B7F2E" w:rsidRPr="00ED5715" w:rsidRDefault="004B7F2E" w:rsidP="00150403">
      <w:pPr>
        <w:pStyle w:val="PlainText"/>
        <w:ind w:left="1440" w:hanging="720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>3.1.5 public boolean DecodeGrayScaleByteArray(byte[] image, int width, int height)</w:t>
      </w:r>
    </w:p>
    <w:p w:rsidR="004B7F2E" w:rsidRPr="00ED5715" w:rsidRDefault="004B7F2E" w:rsidP="00DA6784">
      <w:pPr>
        <w:pStyle w:val="PlainText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  <w:t xml:space="preserve"> </w:t>
      </w:r>
    </w:p>
    <w:p w:rsidR="004B7F2E" w:rsidRPr="00ED5715" w:rsidRDefault="004B7F2E" w:rsidP="007213B5">
      <w:pPr>
        <w:pStyle w:val="PlainText"/>
        <w:ind w:firstLine="720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>Parameters:</w:t>
      </w:r>
    </w:p>
    <w:p w:rsidR="004B7F2E" w:rsidRPr="00ED5715" w:rsidRDefault="004B7F2E" w:rsidP="00DA6784">
      <w:pPr>
        <w:pStyle w:val="PlainText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  <w:t xml:space="preserve"> byte[] image - grayscale image array </w:t>
      </w:r>
    </w:p>
    <w:p w:rsidR="004B7F2E" w:rsidRPr="00ED5715" w:rsidRDefault="004B7F2E" w:rsidP="00DA6784">
      <w:pPr>
        <w:pStyle w:val="PlainText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  <w:t xml:space="preserve"> int width    - image width</w:t>
      </w:r>
    </w:p>
    <w:p w:rsidR="004B7F2E" w:rsidRPr="00ED5715" w:rsidRDefault="004B7F2E" w:rsidP="00DA6784">
      <w:pPr>
        <w:pStyle w:val="PlainText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 xml:space="preserve"> </w:t>
      </w:r>
      <w:r w:rsidRPr="00ED5715">
        <w:rPr>
          <w:rFonts w:ascii="Courier New" w:hAnsi="Courier New" w:cs="Courier New"/>
          <w:lang w:val="en-US"/>
        </w:rPr>
        <w:tab/>
        <w:t xml:space="preserve"> int height   - image height</w:t>
      </w:r>
    </w:p>
    <w:p w:rsidR="004B7F2E" w:rsidRPr="00ED5715" w:rsidRDefault="004B7F2E" w:rsidP="00DA6784">
      <w:pPr>
        <w:pStyle w:val="PlainText"/>
        <w:rPr>
          <w:rFonts w:ascii="Courier New" w:hAnsi="Courier New" w:cs="Courier New"/>
          <w:lang w:val="en-US"/>
        </w:rPr>
      </w:pPr>
    </w:p>
    <w:p w:rsidR="004B7F2E" w:rsidRPr="00ED5715" w:rsidRDefault="004B7F2E" w:rsidP="00013528">
      <w:pPr>
        <w:pStyle w:val="PlainText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  <w:t xml:space="preserve"> Result:</w:t>
      </w:r>
    </w:p>
    <w:p w:rsidR="004B7F2E" w:rsidRPr="00ED5715" w:rsidRDefault="004B7F2E" w:rsidP="00013528">
      <w:pPr>
        <w:pStyle w:val="PlainText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  <w:t xml:space="preserve"> Returns true if decoding is successful.</w:t>
      </w:r>
    </w:p>
    <w:p w:rsidR="004B7F2E" w:rsidRPr="00ED5715" w:rsidRDefault="004B7F2E" w:rsidP="00DA6784">
      <w:pPr>
        <w:pStyle w:val="PlainText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  <w:t xml:space="preserve"> Decodes image presented in the form of grayscale array.</w:t>
      </w:r>
    </w:p>
    <w:p w:rsidR="004B7F2E" w:rsidRPr="00ED5715" w:rsidRDefault="004B7F2E" w:rsidP="00DA6784">
      <w:pPr>
        <w:pStyle w:val="PlainText"/>
        <w:rPr>
          <w:rFonts w:ascii="Courier New" w:hAnsi="Courier New" w:cs="Courier New"/>
          <w:lang w:val="en-US"/>
        </w:rPr>
      </w:pPr>
    </w:p>
    <w:p w:rsidR="004B7F2E" w:rsidRPr="00ED5715" w:rsidRDefault="004B7F2E" w:rsidP="00150403">
      <w:pPr>
        <w:pStyle w:val="PlainText"/>
        <w:ind w:left="1440" w:hanging="720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 xml:space="preserve">3.1.6 public </w:t>
      </w:r>
      <w:r>
        <w:rPr>
          <w:rFonts w:ascii="Courier New" w:hAnsi="Courier New" w:cs="Courier New"/>
          <w:lang w:val="en-US"/>
        </w:rPr>
        <w:t>boolean</w:t>
      </w:r>
      <w:r w:rsidRPr="00ED5715">
        <w:rPr>
          <w:rFonts w:ascii="Courier New" w:hAnsi="Courier New" w:cs="Courier New"/>
          <w:lang w:val="en-US"/>
        </w:rPr>
        <w:t xml:space="preserve"> DecodeCamera(Context context, SurfaceHolder holder, DecodeOkDelegate dlgVal, CameraImageSize CameraSize)</w:t>
      </w:r>
    </w:p>
    <w:p w:rsidR="004B7F2E" w:rsidRPr="00ED5715" w:rsidRDefault="004B7F2E" w:rsidP="00DA6784">
      <w:pPr>
        <w:pStyle w:val="PlainText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  <w:t xml:space="preserve"> </w:t>
      </w:r>
    </w:p>
    <w:p w:rsidR="004B7F2E" w:rsidRPr="00ED5715" w:rsidRDefault="004B7F2E" w:rsidP="00150403">
      <w:pPr>
        <w:pStyle w:val="PlainText"/>
        <w:ind w:firstLine="720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>Parameters:</w:t>
      </w:r>
    </w:p>
    <w:p w:rsidR="004B7F2E" w:rsidRPr="00ED5715" w:rsidRDefault="004B7F2E" w:rsidP="00DA6784">
      <w:pPr>
        <w:pStyle w:val="PlainText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  <w:t xml:space="preserve"> Context context         - application context</w:t>
      </w:r>
    </w:p>
    <w:p w:rsidR="004B7F2E" w:rsidRPr="00ED5715" w:rsidRDefault="004B7F2E" w:rsidP="00DA6784">
      <w:pPr>
        <w:pStyle w:val="PlainText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  <w:t xml:space="preserve"> SurfaceHolder holder    - surface for mapping video from a camera </w:t>
      </w:r>
    </w:p>
    <w:p w:rsidR="004B7F2E" w:rsidRPr="00ED5715" w:rsidRDefault="004B7F2E" w:rsidP="00542D55">
      <w:pPr>
        <w:pStyle w:val="PlainText"/>
        <w:ind w:left="1440" w:hanging="720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 xml:space="preserve"> DecodeOkDelegate dlgVal - reciprocal call object if decoding is successful</w:t>
      </w:r>
    </w:p>
    <w:p w:rsidR="004B7F2E" w:rsidRPr="00ED5715" w:rsidRDefault="004B7F2E" w:rsidP="00ED5715">
      <w:pPr>
        <w:pStyle w:val="PlainText"/>
        <w:ind w:left="840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 xml:space="preserve">CameraImageSize CameraSize – camera resolution selection (not </w:t>
      </w:r>
      <w:r>
        <w:rPr>
          <w:rFonts w:ascii="Courier New" w:hAnsi="Courier New" w:cs="Courier New"/>
          <w:lang w:val="en-US"/>
        </w:rPr>
        <w:t xml:space="preserve"> </w:t>
      </w:r>
      <w:r w:rsidRPr="00ED5715">
        <w:rPr>
          <w:rFonts w:ascii="Courier New" w:hAnsi="Courier New" w:cs="Courier New"/>
          <w:lang w:val="en-US"/>
        </w:rPr>
        <w:t>applicable for the Imager)</w:t>
      </w:r>
    </w:p>
    <w:p w:rsidR="004B7F2E" w:rsidRPr="00ED5715" w:rsidRDefault="004B7F2E" w:rsidP="00DA6784">
      <w:pPr>
        <w:pStyle w:val="PlainText"/>
        <w:rPr>
          <w:rFonts w:ascii="Courier New" w:hAnsi="Courier New" w:cs="Courier New"/>
          <w:lang w:val="en-US"/>
        </w:rPr>
      </w:pPr>
    </w:p>
    <w:p w:rsidR="004B7F2E" w:rsidRPr="00ED5715" w:rsidRDefault="004B7F2E" w:rsidP="00150403">
      <w:pPr>
        <w:pStyle w:val="PlainText"/>
        <w:ind w:left="720" w:hanging="720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  <w:t>Launches asynchronous process of image capture (from camera or Imager) and decoding.</w:t>
      </w:r>
    </w:p>
    <w:p w:rsidR="004B7F2E" w:rsidRPr="00ED5715" w:rsidRDefault="004B7F2E" w:rsidP="00DA6784">
      <w:pPr>
        <w:pStyle w:val="PlainText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  <w:t>Calls DecodeOK() of dlgVal object if decoding is successful.</w:t>
      </w:r>
    </w:p>
    <w:p w:rsidR="004B7F2E" w:rsidRPr="00ED5715" w:rsidRDefault="004B7F2E" w:rsidP="00DA6784">
      <w:pPr>
        <w:pStyle w:val="PlainText"/>
        <w:rPr>
          <w:rFonts w:ascii="Courier New" w:hAnsi="Courier New" w:cs="Courier New"/>
          <w:lang w:val="en-US"/>
        </w:rPr>
      </w:pPr>
    </w:p>
    <w:p w:rsidR="004B7F2E" w:rsidRPr="00ED5715" w:rsidRDefault="004B7F2E" w:rsidP="00DA6784">
      <w:pPr>
        <w:pStyle w:val="PlainText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  <w:t>3.1.7 public void StopDecodeCamera()</w:t>
      </w:r>
    </w:p>
    <w:p w:rsidR="004B7F2E" w:rsidRPr="00ED5715" w:rsidRDefault="004B7F2E" w:rsidP="00DA6784">
      <w:pPr>
        <w:pStyle w:val="PlainText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  <w:t xml:space="preserve"> </w:t>
      </w:r>
    </w:p>
    <w:p w:rsidR="004B7F2E" w:rsidRPr="00ED5715" w:rsidRDefault="004B7F2E" w:rsidP="00DA6784">
      <w:pPr>
        <w:pStyle w:val="PlainText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  <w:t>Stops the process of interaction with the camera.</w:t>
      </w:r>
    </w:p>
    <w:p w:rsidR="004B7F2E" w:rsidRPr="00ED5715" w:rsidRDefault="004B7F2E" w:rsidP="00DA6784">
      <w:pPr>
        <w:pStyle w:val="PlainText"/>
        <w:rPr>
          <w:rFonts w:ascii="Courier New" w:hAnsi="Courier New" w:cs="Courier New"/>
          <w:lang w:val="en-US"/>
        </w:rPr>
      </w:pPr>
    </w:p>
    <w:p w:rsidR="004B7F2E" w:rsidRPr="00ED5715" w:rsidRDefault="004B7F2E" w:rsidP="00DA6784">
      <w:pPr>
        <w:pStyle w:val="PlainText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  <w:t>3.1.8 public Point[] GetBarcodeRect()</w:t>
      </w:r>
    </w:p>
    <w:p w:rsidR="004B7F2E" w:rsidRPr="00ED5715" w:rsidRDefault="004B7F2E" w:rsidP="00DA6784">
      <w:pPr>
        <w:pStyle w:val="PlainText"/>
        <w:rPr>
          <w:rFonts w:ascii="Courier New" w:hAnsi="Courier New" w:cs="Courier New"/>
          <w:lang w:val="en-US"/>
        </w:rPr>
      </w:pPr>
    </w:p>
    <w:p w:rsidR="004B7F2E" w:rsidRPr="00ED5715" w:rsidRDefault="004B7F2E" w:rsidP="00DA6784">
      <w:pPr>
        <w:pStyle w:val="PlainText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  <w:t>Return coordinates of barcode corners.</w:t>
      </w:r>
    </w:p>
    <w:p w:rsidR="004B7F2E" w:rsidRPr="00ED5715" w:rsidRDefault="004B7F2E" w:rsidP="00DA6784">
      <w:pPr>
        <w:pStyle w:val="PlainText"/>
        <w:rPr>
          <w:rFonts w:ascii="Courier New" w:hAnsi="Courier New" w:cs="Courier New"/>
          <w:lang w:val="en-US"/>
        </w:rPr>
      </w:pPr>
    </w:p>
    <w:p w:rsidR="004B7F2E" w:rsidRPr="00ED5715" w:rsidRDefault="004B7F2E" w:rsidP="00DA6784">
      <w:pPr>
        <w:pStyle w:val="PlainText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 xml:space="preserve"> </w:t>
      </w:r>
      <w:r w:rsidRPr="00ED5715">
        <w:rPr>
          <w:rFonts w:ascii="Courier New" w:hAnsi="Courier New" w:cs="Courier New"/>
          <w:lang w:val="en-US"/>
        </w:rPr>
        <w:tab/>
        <w:t>3.1.9 public String GetDecodeResult(Charset charset)</w:t>
      </w:r>
    </w:p>
    <w:p w:rsidR="004B7F2E" w:rsidRPr="00ED5715" w:rsidRDefault="004B7F2E" w:rsidP="00DA6784">
      <w:pPr>
        <w:pStyle w:val="PlainText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  <w:t xml:space="preserve"> </w:t>
      </w:r>
    </w:p>
    <w:p w:rsidR="004B7F2E" w:rsidRPr="00ED5715" w:rsidRDefault="004B7F2E" w:rsidP="00150403">
      <w:pPr>
        <w:pStyle w:val="PlainText"/>
        <w:ind w:firstLine="720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>Parameters:</w:t>
      </w:r>
    </w:p>
    <w:p w:rsidR="004B7F2E" w:rsidRPr="00ED5715" w:rsidRDefault="004B7F2E" w:rsidP="00DA6784">
      <w:pPr>
        <w:pStyle w:val="PlainText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  <w:t xml:space="preserve"> Charset charset – charset for barcode data</w:t>
      </w:r>
    </w:p>
    <w:p w:rsidR="004B7F2E" w:rsidRPr="00ED5715" w:rsidRDefault="004B7F2E" w:rsidP="00DA6784">
      <w:pPr>
        <w:pStyle w:val="PlainText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  <w:t xml:space="preserve"> </w:t>
      </w:r>
    </w:p>
    <w:p w:rsidR="004B7F2E" w:rsidRPr="00ED5715" w:rsidRDefault="004B7F2E" w:rsidP="00DA6784">
      <w:pPr>
        <w:pStyle w:val="PlainText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  <w:t>Result:</w:t>
      </w:r>
    </w:p>
    <w:p w:rsidR="004B7F2E" w:rsidRPr="00ED5715" w:rsidRDefault="004B7F2E" w:rsidP="00DA6784">
      <w:pPr>
        <w:pStyle w:val="PlainText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  <w:t>Barcode content</w:t>
      </w:r>
    </w:p>
    <w:p w:rsidR="004B7F2E" w:rsidRPr="00ED5715" w:rsidRDefault="004B7F2E" w:rsidP="00DA6784">
      <w:pPr>
        <w:pStyle w:val="PlainText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 xml:space="preserve">      Returns barcode content.</w:t>
      </w:r>
    </w:p>
    <w:p w:rsidR="004B7F2E" w:rsidRPr="00ED5715" w:rsidRDefault="004B7F2E" w:rsidP="00DA6784">
      <w:pPr>
        <w:pStyle w:val="PlainText"/>
        <w:rPr>
          <w:rFonts w:ascii="Courier New" w:hAnsi="Courier New" w:cs="Courier New"/>
          <w:lang w:val="en-US"/>
        </w:rPr>
      </w:pPr>
    </w:p>
    <w:p w:rsidR="004B7F2E" w:rsidRPr="00ED5715" w:rsidRDefault="004B7F2E" w:rsidP="00DA6784">
      <w:pPr>
        <w:pStyle w:val="PlainText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 xml:space="preserve"> </w:t>
      </w:r>
      <w:r w:rsidRPr="00ED5715">
        <w:rPr>
          <w:rFonts w:ascii="Courier New" w:hAnsi="Courier New" w:cs="Courier New"/>
          <w:lang w:val="en-US"/>
        </w:rPr>
        <w:tab/>
        <w:t xml:space="preserve">3.1.10 public void setVideoView(View v) </w:t>
      </w:r>
    </w:p>
    <w:p w:rsidR="004B7F2E" w:rsidRPr="00ED5715" w:rsidRDefault="004B7F2E" w:rsidP="00DA6784">
      <w:pPr>
        <w:pStyle w:val="PlainText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</w:r>
    </w:p>
    <w:p w:rsidR="004B7F2E" w:rsidRPr="00ED5715" w:rsidRDefault="004B7F2E" w:rsidP="00150403">
      <w:pPr>
        <w:pStyle w:val="PlainText"/>
        <w:ind w:firstLine="720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>Parameters:</w:t>
      </w:r>
    </w:p>
    <w:p w:rsidR="004B7F2E" w:rsidRPr="00ED5715" w:rsidRDefault="004B7F2E" w:rsidP="00DA6784">
      <w:pPr>
        <w:pStyle w:val="PlainText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  <w:t xml:space="preserve"> View v - View surface for mapping video from a camera or Imager.</w:t>
      </w:r>
    </w:p>
    <w:p w:rsidR="004B7F2E" w:rsidRPr="00ED5715" w:rsidRDefault="004B7F2E" w:rsidP="00DA6784">
      <w:pPr>
        <w:pStyle w:val="PlainText"/>
        <w:rPr>
          <w:rFonts w:ascii="Courier New" w:hAnsi="Courier New" w:cs="Courier New"/>
          <w:lang w:val="en-US"/>
        </w:rPr>
      </w:pPr>
    </w:p>
    <w:p w:rsidR="004B7F2E" w:rsidRPr="00ED5715" w:rsidRDefault="004B7F2E" w:rsidP="00DA6784">
      <w:pPr>
        <w:pStyle w:val="PlainText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  <w:t xml:space="preserve"> Sets View surface for mapping video from a camera or Imager.</w:t>
      </w:r>
    </w:p>
    <w:p w:rsidR="004B7F2E" w:rsidRPr="00ED5715" w:rsidRDefault="004B7F2E" w:rsidP="00DA6784">
      <w:pPr>
        <w:pStyle w:val="PlainText"/>
        <w:rPr>
          <w:rFonts w:ascii="Courier New" w:hAnsi="Courier New" w:cs="Courier New"/>
          <w:lang w:val="en-US"/>
        </w:rPr>
      </w:pPr>
    </w:p>
    <w:p w:rsidR="004B7F2E" w:rsidRPr="00ED5715" w:rsidRDefault="004B7F2E" w:rsidP="00DA6784">
      <w:pPr>
        <w:pStyle w:val="PlainText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  <w:t>3.1.11 public String CodeName()</w:t>
      </w:r>
    </w:p>
    <w:p w:rsidR="004B7F2E" w:rsidRPr="00ED5715" w:rsidRDefault="004B7F2E" w:rsidP="00DA6784">
      <w:pPr>
        <w:pStyle w:val="PlainText"/>
        <w:rPr>
          <w:rFonts w:ascii="Courier New" w:hAnsi="Courier New" w:cs="Courier New"/>
          <w:lang w:val="en-US"/>
        </w:rPr>
      </w:pPr>
    </w:p>
    <w:p w:rsidR="004B7F2E" w:rsidRPr="00ED5715" w:rsidRDefault="004B7F2E" w:rsidP="00DA6784">
      <w:pPr>
        <w:pStyle w:val="PlainText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  <w:t>Result:</w:t>
      </w:r>
    </w:p>
    <w:p w:rsidR="004B7F2E" w:rsidRPr="00ED5715" w:rsidRDefault="004B7F2E" w:rsidP="00DA6784">
      <w:pPr>
        <w:pStyle w:val="PlainText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  <w:t xml:space="preserve"> Barcode type.</w:t>
      </w:r>
    </w:p>
    <w:p w:rsidR="004B7F2E" w:rsidRPr="00ED5715" w:rsidRDefault="004B7F2E" w:rsidP="00DA6784">
      <w:pPr>
        <w:pStyle w:val="PlainText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  <w:t xml:space="preserve"> Returns barcode type.</w:t>
      </w:r>
    </w:p>
    <w:p w:rsidR="004B7F2E" w:rsidRPr="00ED5715" w:rsidRDefault="004B7F2E" w:rsidP="00DA6784">
      <w:pPr>
        <w:pStyle w:val="PlainText"/>
        <w:rPr>
          <w:rFonts w:ascii="Courier New" w:hAnsi="Courier New" w:cs="Courier New"/>
          <w:lang w:val="en-US"/>
        </w:rPr>
      </w:pPr>
    </w:p>
    <w:p w:rsidR="004B7F2E" w:rsidRPr="00ED5715" w:rsidRDefault="004B7F2E" w:rsidP="00DA6784">
      <w:pPr>
        <w:pStyle w:val="PlainText"/>
        <w:rPr>
          <w:rFonts w:ascii="Courier New" w:hAnsi="Courier New" w:cs="Courier New"/>
          <w:lang w:val="en-US"/>
        </w:rPr>
      </w:pPr>
    </w:p>
    <w:p w:rsidR="004B7F2E" w:rsidRDefault="004B7F2E" w:rsidP="004B3072">
      <w:pPr>
        <w:pStyle w:val="HTMLPreformatted"/>
        <w:shd w:val="clear" w:color="auto" w:fill="FFFFFF"/>
        <w:ind w:left="916"/>
        <w:rPr>
          <w:color w:val="000000"/>
        </w:rPr>
      </w:pPr>
      <w:r w:rsidRPr="004B3072">
        <w:t xml:space="preserve">3.1.12 </w:t>
      </w:r>
      <w:r w:rsidRPr="004B3072">
        <w:rPr>
          <w:b/>
          <w:bCs/>
          <w:color w:val="000080"/>
        </w:rPr>
        <w:t xml:space="preserve">public static </w:t>
      </w:r>
      <w:r w:rsidRPr="004B3072">
        <w:rPr>
          <w:color w:val="000000"/>
        </w:rPr>
        <w:t xml:space="preserve">BarcodeDecoder CreateDecoderForCamera(Context context, </w:t>
      </w:r>
      <w:r w:rsidRPr="004B3072">
        <w:rPr>
          <w:b/>
          <w:bCs/>
          <w:color w:val="000080"/>
        </w:rPr>
        <w:t xml:space="preserve">int </w:t>
      </w:r>
      <w:r w:rsidRPr="004B3072">
        <w:rPr>
          <w:color w:val="000000"/>
        </w:rPr>
        <w:t>barType)</w:t>
      </w:r>
    </w:p>
    <w:p w:rsidR="004B7F2E" w:rsidRPr="00C744F2" w:rsidRDefault="004B7F2E" w:rsidP="004B3072">
      <w:pPr>
        <w:pStyle w:val="HTMLPreformatted"/>
        <w:shd w:val="clear" w:color="auto" w:fill="FFFFFF"/>
        <w:ind w:left="916"/>
        <w:rPr>
          <w:color w:val="000000"/>
        </w:rPr>
      </w:pPr>
      <w:r>
        <w:rPr>
          <w:sz w:val="22"/>
          <w:szCs w:val="22"/>
        </w:rPr>
        <w:t>C</w:t>
      </w:r>
      <w:r w:rsidRPr="00C744F2">
        <w:rPr>
          <w:sz w:val="22"/>
          <w:szCs w:val="22"/>
        </w:rPr>
        <w:t>reates a decoder and connect</w:t>
      </w:r>
      <w:r>
        <w:rPr>
          <w:sz w:val="22"/>
          <w:szCs w:val="22"/>
        </w:rPr>
        <w:t>s</w:t>
      </w:r>
      <w:r w:rsidRPr="00C744F2">
        <w:rPr>
          <w:sz w:val="22"/>
          <w:szCs w:val="22"/>
        </w:rPr>
        <w:t xml:space="preserve"> it to </w:t>
      </w:r>
      <w:r>
        <w:rPr>
          <w:sz w:val="22"/>
          <w:szCs w:val="22"/>
        </w:rPr>
        <w:t>a</w:t>
      </w:r>
      <w:r w:rsidRPr="00C744F2">
        <w:rPr>
          <w:sz w:val="22"/>
          <w:szCs w:val="22"/>
        </w:rPr>
        <w:t xml:space="preserve"> camera</w:t>
      </w:r>
      <w:r w:rsidRPr="004B3072">
        <w:rPr>
          <w:color w:val="000000"/>
        </w:rPr>
        <w:t>.</w:t>
      </w:r>
    </w:p>
    <w:p w:rsidR="004B7F2E" w:rsidRPr="00C744F2" w:rsidRDefault="004B7F2E" w:rsidP="004B3072">
      <w:pPr>
        <w:pStyle w:val="HTMLPreformatted"/>
        <w:shd w:val="clear" w:color="auto" w:fill="FFFFFF"/>
        <w:ind w:left="916"/>
        <w:rPr>
          <w:sz w:val="22"/>
          <w:szCs w:val="22"/>
        </w:rPr>
      </w:pPr>
      <w:r w:rsidRPr="004B3072">
        <w:rPr>
          <w:sz w:val="22"/>
          <w:szCs w:val="22"/>
        </w:rPr>
        <w:t>O</w:t>
      </w:r>
      <w:r w:rsidRPr="00C744F2">
        <w:rPr>
          <w:sz w:val="22"/>
          <w:szCs w:val="22"/>
        </w:rPr>
        <w:t xml:space="preserve">nly one decoder </w:t>
      </w:r>
      <w:r>
        <w:rPr>
          <w:sz w:val="22"/>
          <w:szCs w:val="22"/>
        </w:rPr>
        <w:t>allowed to</w:t>
      </w:r>
      <w:r w:rsidRPr="00C744F2">
        <w:rPr>
          <w:sz w:val="22"/>
          <w:szCs w:val="22"/>
        </w:rPr>
        <w:t xml:space="preserve"> </w:t>
      </w:r>
      <w:r>
        <w:rPr>
          <w:sz w:val="22"/>
          <w:szCs w:val="22"/>
        </w:rPr>
        <w:t>be present</w:t>
      </w:r>
      <w:r w:rsidRPr="00C744F2">
        <w:rPr>
          <w:sz w:val="22"/>
          <w:szCs w:val="22"/>
        </w:rPr>
        <w:t xml:space="preserve"> at any </w:t>
      </w:r>
      <w:r>
        <w:rPr>
          <w:sz w:val="22"/>
          <w:szCs w:val="22"/>
        </w:rPr>
        <w:t>given moment</w:t>
      </w:r>
      <w:r w:rsidRPr="00C744F2">
        <w:rPr>
          <w:sz w:val="22"/>
          <w:szCs w:val="22"/>
        </w:rPr>
        <w:t>.</w:t>
      </w:r>
    </w:p>
    <w:p w:rsidR="004B7F2E" w:rsidRPr="00ED5715" w:rsidRDefault="004B7F2E" w:rsidP="004B3072">
      <w:pPr>
        <w:pStyle w:val="PlainText"/>
        <w:ind w:left="196" w:firstLine="720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>Parameters:</w:t>
      </w:r>
    </w:p>
    <w:p w:rsidR="004B7F2E" w:rsidRDefault="004B7F2E" w:rsidP="004B3072">
      <w:pPr>
        <w:pStyle w:val="HTMLPreformatted"/>
        <w:shd w:val="clear" w:color="auto" w:fill="FFFFFF"/>
        <w:ind w:left="916"/>
      </w:pPr>
      <w:r w:rsidRPr="004B3072">
        <w:t xml:space="preserve"> Context context – application context</w:t>
      </w:r>
    </w:p>
    <w:p w:rsidR="004B7F2E" w:rsidRPr="0033651B" w:rsidRDefault="004B7F2E" w:rsidP="004B3072">
      <w:pPr>
        <w:pStyle w:val="HTMLPreformatted"/>
        <w:shd w:val="clear" w:color="auto" w:fill="FFFFFF"/>
      </w:pPr>
      <w:r w:rsidRPr="00C744F2">
        <w:t xml:space="preserve"> </w:t>
      </w:r>
      <w:r w:rsidRPr="00C744F2">
        <w:tab/>
      </w:r>
      <w:r w:rsidRPr="004B3072">
        <w:t xml:space="preserve"> </w:t>
      </w:r>
      <w:r w:rsidRPr="0033651B">
        <w:rPr>
          <w:b/>
          <w:bCs/>
          <w:color w:val="000080"/>
        </w:rPr>
        <w:t xml:space="preserve">int </w:t>
      </w:r>
      <w:r w:rsidRPr="0033651B">
        <w:t>barType – barcode type(</w:t>
      </w:r>
      <w:r w:rsidRPr="0033651B">
        <w:rPr>
          <w:rFonts w:ascii="Calibri" w:hAnsi="Calibri"/>
          <w:sz w:val="22"/>
          <w:szCs w:val="22"/>
        </w:rPr>
        <w:t xml:space="preserve">obtained by combining constant from </w:t>
      </w:r>
      <w:r w:rsidRPr="0033651B">
        <w:rPr>
          <w:shd w:val="clear" w:color="auto" w:fill="E4E4FF"/>
        </w:rPr>
        <w:t>BarcodeType</w:t>
      </w:r>
      <w:r w:rsidRPr="0033651B">
        <w:t>)</w:t>
      </w:r>
    </w:p>
    <w:p w:rsidR="004B7F2E" w:rsidRPr="0033651B" w:rsidRDefault="004B7F2E" w:rsidP="004B3072">
      <w:pPr>
        <w:pStyle w:val="HTMLPreformatted"/>
        <w:shd w:val="clear" w:color="auto" w:fill="FFFFFF"/>
      </w:pPr>
    </w:p>
    <w:p w:rsidR="004B7F2E" w:rsidRPr="0033651B" w:rsidRDefault="004B7F2E" w:rsidP="004B3072">
      <w:pPr>
        <w:pStyle w:val="HTMLPreformatted"/>
        <w:shd w:val="clear" w:color="auto" w:fill="FFFFFF"/>
      </w:pPr>
      <w:r w:rsidRPr="0033651B">
        <w:tab/>
        <w:t>Result:</w:t>
      </w:r>
    </w:p>
    <w:p w:rsidR="004B7F2E" w:rsidRPr="0033651B" w:rsidRDefault="004B7F2E" w:rsidP="004B3072">
      <w:pPr>
        <w:pStyle w:val="HTMLPreformatted"/>
        <w:shd w:val="clear" w:color="auto" w:fill="FFFFFF"/>
      </w:pPr>
      <w:r w:rsidRPr="0033651B">
        <w:tab/>
        <w:t>Decoder object.</w:t>
      </w:r>
    </w:p>
    <w:p w:rsidR="004B7F2E" w:rsidRPr="0033651B" w:rsidRDefault="004B7F2E" w:rsidP="004B3072">
      <w:pPr>
        <w:pStyle w:val="HTMLPreformatted"/>
        <w:shd w:val="clear" w:color="auto" w:fill="FFFFFF"/>
      </w:pPr>
    </w:p>
    <w:p w:rsidR="004B7F2E" w:rsidRPr="0033651B" w:rsidRDefault="004B7F2E" w:rsidP="004B3072">
      <w:pPr>
        <w:pStyle w:val="HTMLPreformatted"/>
        <w:shd w:val="clear" w:color="auto" w:fill="FFFFFF"/>
        <w:ind w:left="916"/>
        <w:rPr>
          <w:color w:val="000000"/>
        </w:rPr>
      </w:pPr>
      <w:r w:rsidRPr="0033651B">
        <w:t xml:space="preserve">3.1.13 </w:t>
      </w:r>
      <w:r w:rsidRPr="0033651B">
        <w:rPr>
          <w:b/>
          <w:bCs/>
          <w:color w:val="000080"/>
        </w:rPr>
        <w:t xml:space="preserve">public static </w:t>
      </w:r>
      <w:r w:rsidRPr="0033651B">
        <w:rPr>
          <w:color w:val="000000"/>
        </w:rPr>
        <w:t xml:space="preserve">BarcodeDecoder CreateDecoderForImages(Context context, </w:t>
      </w:r>
      <w:r w:rsidRPr="0033651B">
        <w:rPr>
          <w:b/>
          <w:bCs/>
          <w:color w:val="000080"/>
        </w:rPr>
        <w:t xml:space="preserve">int </w:t>
      </w:r>
      <w:r w:rsidRPr="0033651B">
        <w:rPr>
          <w:color w:val="000000"/>
        </w:rPr>
        <w:t>barType)</w:t>
      </w:r>
    </w:p>
    <w:p w:rsidR="004B7F2E" w:rsidRPr="0033651B" w:rsidRDefault="004B7F2E" w:rsidP="004B3072">
      <w:pPr>
        <w:pStyle w:val="HTMLPreformatted"/>
        <w:shd w:val="clear" w:color="auto" w:fill="FFFFFF"/>
        <w:ind w:left="916"/>
        <w:rPr>
          <w:sz w:val="22"/>
          <w:szCs w:val="22"/>
        </w:rPr>
      </w:pPr>
      <w:r w:rsidRPr="0033651B">
        <w:rPr>
          <w:sz w:val="22"/>
          <w:szCs w:val="22"/>
        </w:rPr>
        <w:t>Creates a decoder.</w:t>
      </w:r>
    </w:p>
    <w:p w:rsidR="004B7F2E" w:rsidRPr="0033651B" w:rsidRDefault="004B7F2E" w:rsidP="00C744F2">
      <w:pPr>
        <w:pStyle w:val="HTMLPreformatted"/>
        <w:shd w:val="clear" w:color="auto" w:fill="FFFFFF"/>
        <w:ind w:left="916"/>
        <w:rPr>
          <w:sz w:val="22"/>
          <w:szCs w:val="22"/>
        </w:rPr>
      </w:pPr>
      <w:r w:rsidRPr="0033651B">
        <w:rPr>
          <w:sz w:val="22"/>
          <w:szCs w:val="22"/>
        </w:rPr>
        <w:t>Only one decoder allowed to be present at any given moment.</w:t>
      </w:r>
    </w:p>
    <w:p w:rsidR="004B7F2E" w:rsidRPr="0033651B" w:rsidRDefault="004B7F2E" w:rsidP="004B3072">
      <w:pPr>
        <w:pStyle w:val="PlainText"/>
        <w:ind w:left="196" w:firstLine="720"/>
        <w:rPr>
          <w:rFonts w:ascii="Courier New" w:hAnsi="Courier New" w:cs="Courier New"/>
          <w:lang w:val="en-US"/>
        </w:rPr>
      </w:pPr>
      <w:r w:rsidRPr="0033651B">
        <w:rPr>
          <w:rFonts w:ascii="Courier New" w:hAnsi="Courier New" w:cs="Courier New"/>
          <w:lang w:val="en-US"/>
        </w:rPr>
        <w:t>Parameters:</w:t>
      </w:r>
    </w:p>
    <w:p w:rsidR="004B7F2E" w:rsidRPr="0033651B" w:rsidRDefault="004B7F2E" w:rsidP="004B3072">
      <w:pPr>
        <w:pStyle w:val="HTMLPreformatted"/>
        <w:shd w:val="clear" w:color="auto" w:fill="FFFFFF"/>
        <w:ind w:left="916"/>
      </w:pPr>
      <w:r w:rsidRPr="0033651B">
        <w:t xml:space="preserve"> Context context – application context</w:t>
      </w:r>
    </w:p>
    <w:p w:rsidR="004B7F2E" w:rsidRPr="0033651B" w:rsidRDefault="004B7F2E" w:rsidP="004B3072">
      <w:pPr>
        <w:pStyle w:val="HTMLPreformatted"/>
        <w:shd w:val="clear" w:color="auto" w:fill="FFFFFF"/>
      </w:pPr>
      <w:r w:rsidRPr="0033651B">
        <w:t xml:space="preserve"> </w:t>
      </w:r>
      <w:r w:rsidRPr="0033651B">
        <w:tab/>
        <w:t xml:space="preserve"> </w:t>
      </w:r>
      <w:r w:rsidRPr="0033651B">
        <w:rPr>
          <w:b/>
          <w:bCs/>
          <w:color w:val="000080"/>
        </w:rPr>
        <w:t xml:space="preserve">int </w:t>
      </w:r>
      <w:r w:rsidRPr="0033651B">
        <w:t>barType – barcode type(</w:t>
      </w:r>
      <w:r w:rsidRPr="0033651B">
        <w:rPr>
          <w:rFonts w:ascii="Calibri" w:hAnsi="Calibri"/>
          <w:sz w:val="22"/>
          <w:szCs w:val="22"/>
        </w:rPr>
        <w:t xml:space="preserve">obtained by combining constant from </w:t>
      </w:r>
      <w:r w:rsidRPr="0033651B">
        <w:rPr>
          <w:shd w:val="clear" w:color="auto" w:fill="E4E4FF"/>
        </w:rPr>
        <w:t>BarcodeType</w:t>
      </w:r>
      <w:r w:rsidRPr="0033651B">
        <w:t>)</w:t>
      </w:r>
    </w:p>
    <w:p w:rsidR="004B7F2E" w:rsidRPr="0033651B" w:rsidRDefault="004B7F2E" w:rsidP="004B3072">
      <w:pPr>
        <w:pStyle w:val="HTMLPreformatted"/>
        <w:shd w:val="clear" w:color="auto" w:fill="FFFFFF"/>
      </w:pPr>
    </w:p>
    <w:p w:rsidR="004B7F2E" w:rsidRPr="0033651B" w:rsidRDefault="004B7F2E" w:rsidP="004B3072">
      <w:pPr>
        <w:pStyle w:val="HTMLPreformatted"/>
        <w:shd w:val="clear" w:color="auto" w:fill="FFFFFF"/>
      </w:pPr>
      <w:r w:rsidRPr="0033651B">
        <w:tab/>
        <w:t>Result:</w:t>
      </w:r>
    </w:p>
    <w:p w:rsidR="004B7F2E" w:rsidRDefault="004B7F2E" w:rsidP="004B3072">
      <w:pPr>
        <w:pStyle w:val="HTMLPreformatted"/>
        <w:shd w:val="clear" w:color="auto" w:fill="FFFFFF"/>
      </w:pPr>
      <w:r w:rsidRPr="0033651B">
        <w:tab/>
        <w:t>Decoder object.</w:t>
      </w:r>
    </w:p>
    <w:p w:rsidR="004B7F2E" w:rsidRDefault="004B7F2E" w:rsidP="004B3072">
      <w:pPr>
        <w:pStyle w:val="HTMLPreformatted"/>
        <w:shd w:val="clear" w:color="auto" w:fill="FFFFFF"/>
      </w:pPr>
    </w:p>
    <w:p w:rsidR="004B7F2E" w:rsidRDefault="004B7F2E" w:rsidP="004B3072">
      <w:pPr>
        <w:pStyle w:val="HTMLPreformatted"/>
        <w:shd w:val="clear" w:color="auto" w:fill="FFFFFF"/>
      </w:pPr>
      <w:r>
        <w:t xml:space="preserve">       3.1.12 public byte[] GetDecodeBytes()</w:t>
      </w:r>
    </w:p>
    <w:p w:rsidR="004B7F2E" w:rsidRDefault="004B7F2E" w:rsidP="004B3072">
      <w:pPr>
        <w:pStyle w:val="HTMLPreformatted"/>
        <w:shd w:val="clear" w:color="auto" w:fill="FFFFFF"/>
      </w:pPr>
      <w:r>
        <w:t xml:space="preserve">       Result:</w:t>
      </w:r>
    </w:p>
    <w:p w:rsidR="004B7F2E" w:rsidRDefault="004B7F2E" w:rsidP="004B3072">
      <w:pPr>
        <w:pStyle w:val="HTMLPreformatted"/>
        <w:shd w:val="clear" w:color="auto" w:fill="FFFFFF"/>
      </w:pPr>
      <w:r>
        <w:t xml:space="preserve">       RAW decoded data.</w:t>
      </w:r>
    </w:p>
    <w:p w:rsidR="004B7F2E" w:rsidRPr="0033651B" w:rsidRDefault="004B7F2E" w:rsidP="004B3072">
      <w:pPr>
        <w:pStyle w:val="HTMLPreformatted"/>
        <w:shd w:val="clear" w:color="auto" w:fill="FFFFFF"/>
      </w:pPr>
    </w:p>
    <w:p w:rsidR="004B7F2E" w:rsidRPr="0033651B" w:rsidRDefault="004B7F2E" w:rsidP="004B3072">
      <w:pPr>
        <w:pStyle w:val="HTMLPreformatted"/>
        <w:shd w:val="clear" w:color="auto" w:fill="FFFFFF"/>
        <w:ind w:left="916"/>
        <w:rPr>
          <w:color w:val="000000"/>
        </w:rPr>
      </w:pPr>
    </w:p>
    <w:p w:rsidR="004B7F2E" w:rsidRPr="0033651B" w:rsidRDefault="004B7F2E" w:rsidP="00DA6784">
      <w:pPr>
        <w:pStyle w:val="PlainText"/>
        <w:rPr>
          <w:rFonts w:ascii="Courier New" w:hAnsi="Courier New" w:cs="Courier New"/>
          <w:lang w:val="en-US"/>
        </w:rPr>
      </w:pPr>
    </w:p>
    <w:p w:rsidR="004B7F2E" w:rsidRPr="0033651B" w:rsidRDefault="004B7F2E" w:rsidP="00DA6784">
      <w:pPr>
        <w:pStyle w:val="PlainText"/>
        <w:rPr>
          <w:rFonts w:ascii="Courier New" w:hAnsi="Courier New" w:cs="Courier New"/>
          <w:lang w:val="en-US"/>
        </w:rPr>
      </w:pPr>
    </w:p>
    <w:p w:rsidR="004B7F2E" w:rsidRPr="0033651B" w:rsidRDefault="004B7F2E" w:rsidP="0055005E">
      <w:pPr>
        <w:pStyle w:val="HTMLPreformatted"/>
        <w:shd w:val="clear" w:color="auto" w:fill="FFFFFF"/>
        <w:rPr>
          <w:color w:val="000000"/>
        </w:rPr>
      </w:pPr>
      <w:r w:rsidRPr="0033651B">
        <w:t xml:space="preserve">   3.2. </w:t>
      </w:r>
      <w:r w:rsidRPr="0033651B">
        <w:rPr>
          <w:color w:val="000000"/>
          <w:shd w:val="clear" w:color="auto" w:fill="E4E4FF"/>
        </w:rPr>
        <w:t>BarcodeDecoderLibrary</w:t>
      </w:r>
      <w:r w:rsidRPr="0033651B">
        <w:t xml:space="preserve">- Library activation and other. </w:t>
      </w:r>
    </w:p>
    <w:p w:rsidR="004B7F2E" w:rsidRPr="0033651B" w:rsidRDefault="004B7F2E" w:rsidP="00DA6784">
      <w:pPr>
        <w:pStyle w:val="PlainText"/>
        <w:rPr>
          <w:rFonts w:ascii="Courier New" w:hAnsi="Courier New" w:cs="Courier New"/>
          <w:lang w:val="en-US"/>
        </w:rPr>
      </w:pPr>
      <w:r w:rsidRPr="0033651B">
        <w:rPr>
          <w:rFonts w:ascii="Courier New" w:hAnsi="Courier New" w:cs="Courier New"/>
          <w:lang w:val="en-US"/>
        </w:rPr>
        <w:tab/>
      </w:r>
      <w:r w:rsidRPr="0033651B">
        <w:rPr>
          <w:rFonts w:ascii="Courier New" w:hAnsi="Courier New" w:cs="Courier New"/>
          <w:lang w:val="en-US"/>
        </w:rPr>
        <w:tab/>
      </w:r>
    </w:p>
    <w:p w:rsidR="004B7F2E" w:rsidRPr="0033651B" w:rsidRDefault="004B7F2E" w:rsidP="0055005E">
      <w:pPr>
        <w:pStyle w:val="PlainText"/>
        <w:rPr>
          <w:rFonts w:ascii="Courier New" w:hAnsi="Courier New" w:cs="Courier New"/>
          <w:lang w:val="en-US"/>
        </w:rPr>
      </w:pPr>
      <w:r w:rsidRPr="0033651B">
        <w:rPr>
          <w:rFonts w:ascii="Courier New" w:hAnsi="Courier New" w:cs="Courier New"/>
          <w:lang w:val="en-US"/>
        </w:rPr>
        <w:tab/>
        <w:t>Contains the following methods:</w:t>
      </w:r>
    </w:p>
    <w:p w:rsidR="004B7F2E" w:rsidRPr="0033651B" w:rsidRDefault="004B7F2E" w:rsidP="0055005E">
      <w:pPr>
        <w:pStyle w:val="PlainText"/>
        <w:ind w:firstLine="720"/>
        <w:rPr>
          <w:rFonts w:ascii="Courier New" w:hAnsi="Courier New" w:cs="Courier New"/>
          <w:lang w:val="en-US"/>
        </w:rPr>
      </w:pPr>
    </w:p>
    <w:p w:rsidR="004B7F2E" w:rsidRPr="0033651B" w:rsidRDefault="004B7F2E" w:rsidP="0055005E">
      <w:pPr>
        <w:pStyle w:val="PlainText"/>
        <w:ind w:firstLine="720"/>
        <w:rPr>
          <w:rFonts w:ascii="Courier New" w:hAnsi="Courier New" w:cs="Courier New"/>
          <w:lang w:val="en-US"/>
        </w:rPr>
      </w:pPr>
      <w:r w:rsidRPr="0033651B">
        <w:rPr>
          <w:lang w:val="en-US"/>
        </w:rPr>
        <w:t xml:space="preserve">3.2.1 public int </w:t>
      </w:r>
      <w:r w:rsidRPr="0033651B">
        <w:rPr>
          <w:color w:val="000000"/>
          <w:shd w:val="clear" w:color="auto" w:fill="E4E4FF"/>
          <w:lang w:val="en-US"/>
        </w:rPr>
        <w:t>EvaluationDayCount</w:t>
      </w:r>
      <w:r w:rsidRPr="0033651B">
        <w:rPr>
          <w:lang w:val="en-US"/>
        </w:rPr>
        <w:t>()</w:t>
      </w:r>
    </w:p>
    <w:p w:rsidR="004B7F2E" w:rsidRPr="0033651B" w:rsidRDefault="004B7F2E" w:rsidP="00DA6784">
      <w:pPr>
        <w:pStyle w:val="PlainText"/>
        <w:rPr>
          <w:rFonts w:ascii="Courier New" w:hAnsi="Courier New" w:cs="Courier New"/>
          <w:lang w:val="en-US"/>
        </w:rPr>
      </w:pPr>
      <w:r w:rsidRPr="0033651B">
        <w:rPr>
          <w:rFonts w:ascii="Courier New" w:hAnsi="Courier New" w:cs="Courier New"/>
          <w:lang w:val="en-US"/>
        </w:rPr>
        <w:tab/>
        <w:t xml:space="preserve"> </w:t>
      </w:r>
    </w:p>
    <w:p w:rsidR="004B7F2E" w:rsidRPr="0033651B" w:rsidRDefault="004B7F2E" w:rsidP="00DA6784">
      <w:pPr>
        <w:pStyle w:val="PlainText"/>
        <w:rPr>
          <w:rFonts w:ascii="Courier New" w:hAnsi="Courier New" w:cs="Courier New"/>
          <w:lang w:val="en-US"/>
        </w:rPr>
      </w:pPr>
      <w:r w:rsidRPr="0033651B">
        <w:rPr>
          <w:rFonts w:ascii="Courier New" w:hAnsi="Courier New" w:cs="Courier New"/>
          <w:lang w:val="en-US"/>
        </w:rPr>
        <w:tab/>
        <w:t>Result:</w:t>
      </w:r>
    </w:p>
    <w:p w:rsidR="004B7F2E" w:rsidRPr="0033651B" w:rsidRDefault="004B7F2E" w:rsidP="00DA6784">
      <w:pPr>
        <w:pStyle w:val="PlainText"/>
        <w:rPr>
          <w:rFonts w:ascii="Courier New" w:hAnsi="Courier New" w:cs="Courier New"/>
          <w:lang w:val="en-US"/>
        </w:rPr>
      </w:pPr>
      <w:r w:rsidRPr="0033651B">
        <w:rPr>
          <w:rFonts w:ascii="Courier New" w:hAnsi="Courier New" w:cs="Courier New"/>
          <w:lang w:val="en-US"/>
        </w:rPr>
        <w:tab/>
      </w:r>
      <w:r w:rsidRPr="0033651B">
        <w:rPr>
          <w:rStyle w:val="shorttext"/>
          <w:lang w:val="en-US"/>
        </w:rPr>
        <w:t>The number of remaining days of trial.</w:t>
      </w:r>
    </w:p>
    <w:p w:rsidR="004B7F2E" w:rsidRPr="0033651B" w:rsidRDefault="004B7F2E" w:rsidP="0055005E">
      <w:pPr>
        <w:pStyle w:val="PlainText"/>
        <w:rPr>
          <w:rFonts w:ascii="Courier New" w:hAnsi="Courier New" w:cs="Courier New"/>
          <w:lang w:val="en-US"/>
        </w:rPr>
      </w:pPr>
      <w:r w:rsidRPr="0033651B">
        <w:rPr>
          <w:rFonts w:ascii="Courier New" w:hAnsi="Courier New" w:cs="Courier New"/>
          <w:lang w:val="en-US"/>
        </w:rPr>
        <w:tab/>
      </w:r>
    </w:p>
    <w:p w:rsidR="004B7F2E" w:rsidRPr="0033651B" w:rsidRDefault="004B7F2E" w:rsidP="0055005E">
      <w:pPr>
        <w:pStyle w:val="PlainText"/>
        <w:ind w:firstLine="720"/>
        <w:rPr>
          <w:rFonts w:ascii="Courier New" w:hAnsi="Courier New" w:cs="Courier New"/>
          <w:lang w:val="en-US"/>
        </w:rPr>
      </w:pPr>
      <w:r w:rsidRPr="0033651B">
        <w:rPr>
          <w:lang w:val="en-US"/>
        </w:rPr>
        <w:t xml:space="preserve">3.2.2 public </w:t>
      </w:r>
      <w:r w:rsidRPr="0033651B">
        <w:rPr>
          <w:b/>
          <w:bCs/>
          <w:lang w:val="en-US"/>
        </w:rPr>
        <w:t xml:space="preserve">boolean </w:t>
      </w:r>
      <w:r w:rsidRPr="0033651B">
        <w:rPr>
          <w:color w:val="000000"/>
          <w:lang w:val="en-US"/>
        </w:rPr>
        <w:t>isActivated(Activity context)</w:t>
      </w:r>
    </w:p>
    <w:p w:rsidR="004B7F2E" w:rsidRPr="0033651B" w:rsidRDefault="004B7F2E" w:rsidP="0055005E">
      <w:pPr>
        <w:pStyle w:val="PlainText"/>
        <w:ind w:firstLine="720"/>
        <w:rPr>
          <w:rFonts w:ascii="Courier New" w:hAnsi="Courier New" w:cs="Courier New"/>
          <w:lang w:val="en-US"/>
        </w:rPr>
      </w:pPr>
      <w:r w:rsidRPr="0033651B">
        <w:rPr>
          <w:rFonts w:ascii="Courier New" w:hAnsi="Courier New" w:cs="Courier New"/>
          <w:lang w:val="en-US"/>
        </w:rPr>
        <w:t>Parameters:</w:t>
      </w:r>
    </w:p>
    <w:p w:rsidR="004B7F2E" w:rsidRPr="0033651B" w:rsidRDefault="004B7F2E" w:rsidP="0055005E">
      <w:pPr>
        <w:pStyle w:val="PlainText"/>
        <w:ind w:firstLine="720"/>
        <w:rPr>
          <w:rFonts w:ascii="Courier New" w:hAnsi="Courier New" w:cs="Courier New"/>
          <w:lang w:val="en-US"/>
        </w:rPr>
      </w:pPr>
      <w:r w:rsidRPr="0033651B">
        <w:rPr>
          <w:rFonts w:ascii="Courier New" w:hAnsi="Courier New" w:cs="Courier New"/>
          <w:lang w:val="en-US"/>
        </w:rPr>
        <w:t xml:space="preserve"> Context context – application context</w:t>
      </w:r>
    </w:p>
    <w:p w:rsidR="004B7F2E" w:rsidRPr="0033651B" w:rsidRDefault="004B7F2E" w:rsidP="0055005E">
      <w:pPr>
        <w:pStyle w:val="PlainText"/>
        <w:ind w:firstLine="720"/>
        <w:rPr>
          <w:rFonts w:ascii="Courier New" w:hAnsi="Courier New" w:cs="Courier New"/>
          <w:lang w:val="en-US"/>
        </w:rPr>
      </w:pPr>
    </w:p>
    <w:p w:rsidR="004B7F2E" w:rsidRPr="0033651B" w:rsidRDefault="004B7F2E" w:rsidP="0055005E">
      <w:pPr>
        <w:pStyle w:val="PlainText"/>
        <w:ind w:firstLine="720"/>
        <w:rPr>
          <w:rFonts w:ascii="Courier New" w:hAnsi="Courier New" w:cs="Courier New"/>
          <w:lang w:val="en-US"/>
        </w:rPr>
      </w:pPr>
      <w:r w:rsidRPr="0033651B">
        <w:rPr>
          <w:rFonts w:ascii="Courier New" w:hAnsi="Courier New" w:cs="Courier New"/>
          <w:lang w:val="en-US"/>
        </w:rPr>
        <w:t>Result:</w:t>
      </w:r>
    </w:p>
    <w:p w:rsidR="004B7F2E" w:rsidRPr="0033651B" w:rsidRDefault="004B7F2E" w:rsidP="0055005E">
      <w:pPr>
        <w:pStyle w:val="PlainText"/>
        <w:ind w:firstLine="720"/>
        <w:rPr>
          <w:rStyle w:val="shorttext"/>
          <w:lang w:val="en-US"/>
        </w:rPr>
      </w:pPr>
      <w:r w:rsidRPr="0033651B">
        <w:rPr>
          <w:rStyle w:val="shorttext"/>
          <w:lang w:val="en-US"/>
        </w:rPr>
        <w:t>Returns true if the library is activated.</w:t>
      </w:r>
    </w:p>
    <w:p w:rsidR="004B7F2E" w:rsidRPr="0033651B" w:rsidRDefault="004B7F2E" w:rsidP="0055005E">
      <w:pPr>
        <w:pStyle w:val="PlainText"/>
        <w:ind w:firstLine="720"/>
        <w:rPr>
          <w:rStyle w:val="shorttext"/>
          <w:lang w:val="en-US"/>
        </w:rPr>
      </w:pPr>
    </w:p>
    <w:p w:rsidR="004B7F2E" w:rsidRPr="0033651B" w:rsidRDefault="004B7F2E" w:rsidP="0055005E">
      <w:pPr>
        <w:pStyle w:val="HTMLPreformatted"/>
        <w:shd w:val="clear" w:color="auto" w:fill="FFFFFF"/>
        <w:ind w:left="720"/>
        <w:rPr>
          <w:color w:val="000000"/>
        </w:rPr>
      </w:pPr>
      <w:r w:rsidRPr="0033651B">
        <w:rPr>
          <w:b/>
          <w:bCs/>
          <w:color w:val="000080"/>
        </w:rPr>
        <w:t xml:space="preserve">3.2.3 public boolean </w:t>
      </w:r>
      <w:r w:rsidRPr="0033651B">
        <w:rPr>
          <w:color w:val="000000"/>
        </w:rPr>
        <w:t xml:space="preserve">OnlineActivation(Activity context, </w:t>
      </w:r>
      <w:r w:rsidRPr="0033651B">
        <w:rPr>
          <w:b/>
          <w:bCs/>
          <w:color w:val="000080"/>
        </w:rPr>
        <w:t xml:space="preserve">int </w:t>
      </w:r>
      <w:r w:rsidRPr="0033651B">
        <w:rPr>
          <w:color w:val="000000"/>
        </w:rPr>
        <w:t>licenseId, String psw)</w:t>
      </w:r>
    </w:p>
    <w:p w:rsidR="004B7F2E" w:rsidRPr="0033651B" w:rsidRDefault="004B7F2E" w:rsidP="0055005E">
      <w:pPr>
        <w:pStyle w:val="HTMLPreformatted"/>
        <w:shd w:val="clear" w:color="auto" w:fill="FFFFFF"/>
        <w:ind w:left="720"/>
      </w:pPr>
      <w:r w:rsidRPr="0033651B">
        <w:t>Activates the library on the 2dtg site over the Internet.</w:t>
      </w:r>
    </w:p>
    <w:p w:rsidR="004B7F2E" w:rsidRPr="0033651B" w:rsidRDefault="004B7F2E" w:rsidP="0055005E">
      <w:pPr>
        <w:pStyle w:val="HTMLPreformatted"/>
        <w:shd w:val="clear" w:color="auto" w:fill="FFFFFF"/>
        <w:ind w:left="720"/>
        <w:rPr>
          <w:color w:val="000000"/>
        </w:rPr>
      </w:pPr>
    </w:p>
    <w:p w:rsidR="004B7F2E" w:rsidRPr="0033651B" w:rsidRDefault="004B7F2E" w:rsidP="0055005E">
      <w:pPr>
        <w:pStyle w:val="HTMLPreformatted"/>
        <w:shd w:val="clear" w:color="auto" w:fill="FFFFFF"/>
        <w:ind w:left="720"/>
        <w:rPr>
          <w:color w:val="000000"/>
        </w:rPr>
      </w:pPr>
      <w:r w:rsidRPr="0033651B">
        <w:rPr>
          <w:b/>
          <w:bCs/>
          <w:color w:val="000080"/>
        </w:rPr>
        <w:t>Parameters:</w:t>
      </w:r>
    </w:p>
    <w:p w:rsidR="004B7F2E" w:rsidRPr="0033651B" w:rsidRDefault="004B7F2E" w:rsidP="0055005E">
      <w:pPr>
        <w:pStyle w:val="HTMLPreformatted"/>
        <w:shd w:val="clear" w:color="auto" w:fill="FFFFFF"/>
        <w:ind w:left="720"/>
        <w:rPr>
          <w:color w:val="000000"/>
        </w:rPr>
      </w:pPr>
      <w:r w:rsidRPr="0033651B">
        <w:rPr>
          <w:color w:val="000000"/>
        </w:rPr>
        <w:tab/>
        <w:t>Activity context – activity</w:t>
      </w:r>
    </w:p>
    <w:p w:rsidR="004B7F2E" w:rsidRPr="0033651B" w:rsidRDefault="004B7F2E" w:rsidP="0055005E">
      <w:pPr>
        <w:pStyle w:val="HTMLPreformatted"/>
        <w:shd w:val="clear" w:color="auto" w:fill="FFFFFF"/>
        <w:ind w:left="720"/>
        <w:rPr>
          <w:color w:val="000000"/>
        </w:rPr>
      </w:pPr>
      <w:r w:rsidRPr="0033651B">
        <w:rPr>
          <w:color w:val="000000"/>
        </w:rPr>
        <w:tab/>
      </w:r>
      <w:r w:rsidRPr="0033651B">
        <w:rPr>
          <w:b/>
          <w:bCs/>
          <w:color w:val="000080"/>
        </w:rPr>
        <w:t xml:space="preserve">int </w:t>
      </w:r>
      <w:r w:rsidRPr="0033651B">
        <w:rPr>
          <w:color w:val="000000"/>
        </w:rPr>
        <w:t>licenseId – license ID</w:t>
      </w:r>
    </w:p>
    <w:p w:rsidR="004B7F2E" w:rsidRPr="0033651B" w:rsidRDefault="004B7F2E" w:rsidP="0055005E">
      <w:pPr>
        <w:pStyle w:val="HTMLPreformatted"/>
        <w:shd w:val="clear" w:color="auto" w:fill="FFFFFF"/>
        <w:ind w:left="720"/>
        <w:rPr>
          <w:color w:val="000000"/>
        </w:rPr>
      </w:pPr>
      <w:r w:rsidRPr="0033651B">
        <w:rPr>
          <w:b/>
          <w:bCs/>
          <w:color w:val="000080"/>
        </w:rPr>
        <w:tab/>
      </w:r>
      <w:r w:rsidRPr="0033651B">
        <w:rPr>
          <w:color w:val="000000"/>
        </w:rPr>
        <w:t>String psw – password</w:t>
      </w:r>
    </w:p>
    <w:p w:rsidR="004B7F2E" w:rsidRPr="0033651B" w:rsidRDefault="004B7F2E" w:rsidP="0055005E">
      <w:pPr>
        <w:pStyle w:val="PlainText"/>
        <w:ind w:firstLine="720"/>
        <w:rPr>
          <w:rFonts w:ascii="Courier New" w:hAnsi="Courier New" w:cs="Courier New"/>
          <w:lang w:val="en-US"/>
        </w:rPr>
      </w:pPr>
    </w:p>
    <w:p w:rsidR="004B7F2E" w:rsidRPr="0033651B" w:rsidRDefault="004B7F2E" w:rsidP="0055005E">
      <w:pPr>
        <w:pStyle w:val="PlainText"/>
        <w:ind w:firstLine="720"/>
        <w:rPr>
          <w:rFonts w:ascii="Courier New" w:hAnsi="Courier New" w:cs="Courier New"/>
          <w:lang w:val="en-US"/>
        </w:rPr>
      </w:pPr>
      <w:r w:rsidRPr="0033651B">
        <w:rPr>
          <w:rFonts w:ascii="Courier New" w:hAnsi="Courier New" w:cs="Courier New"/>
          <w:lang w:val="en-US"/>
        </w:rPr>
        <w:t>Result:</w:t>
      </w:r>
    </w:p>
    <w:p w:rsidR="004B7F2E" w:rsidRPr="0033651B" w:rsidRDefault="004B7F2E" w:rsidP="0055005E">
      <w:pPr>
        <w:pStyle w:val="PlainText"/>
        <w:ind w:firstLine="720"/>
        <w:rPr>
          <w:rStyle w:val="shorttext"/>
          <w:lang w:val="en-US"/>
        </w:rPr>
      </w:pPr>
      <w:r w:rsidRPr="0033651B">
        <w:rPr>
          <w:rStyle w:val="shorttext"/>
          <w:lang w:val="en-US"/>
        </w:rPr>
        <w:t>Returns true if the library is activated.</w:t>
      </w:r>
    </w:p>
    <w:p w:rsidR="004B7F2E" w:rsidRPr="0033651B" w:rsidRDefault="004B7F2E" w:rsidP="0055005E">
      <w:pPr>
        <w:pStyle w:val="HTMLPreformatted"/>
        <w:shd w:val="clear" w:color="auto" w:fill="FFFFFF"/>
        <w:rPr>
          <w:rStyle w:val="shorttext"/>
          <w:rFonts w:ascii="Consolas" w:hAnsi="Consolas"/>
          <w:sz w:val="21"/>
          <w:szCs w:val="21"/>
        </w:rPr>
      </w:pPr>
      <w:r w:rsidRPr="0033651B">
        <w:rPr>
          <w:rStyle w:val="shorttext"/>
          <w:rFonts w:ascii="Consolas" w:hAnsi="Consolas"/>
          <w:sz w:val="21"/>
          <w:szCs w:val="21"/>
        </w:rPr>
        <w:tab/>
      </w:r>
    </w:p>
    <w:p w:rsidR="004B7F2E" w:rsidRPr="0033651B" w:rsidRDefault="004B7F2E" w:rsidP="0055005E">
      <w:pPr>
        <w:pStyle w:val="HTMLPreformatted"/>
        <w:shd w:val="clear" w:color="auto" w:fill="FFFFFF"/>
        <w:ind w:left="720"/>
        <w:rPr>
          <w:color w:val="000000"/>
        </w:rPr>
      </w:pPr>
      <w:r w:rsidRPr="0033651B">
        <w:rPr>
          <w:rStyle w:val="shorttext"/>
          <w:rFonts w:cs="Courier New"/>
        </w:rPr>
        <w:t xml:space="preserve">3.2.4 </w:t>
      </w:r>
      <w:r w:rsidRPr="0033651B">
        <w:rPr>
          <w:b/>
          <w:bCs/>
          <w:color w:val="000080"/>
        </w:rPr>
        <w:t xml:space="preserve">public boolean </w:t>
      </w:r>
      <w:r w:rsidRPr="0033651B">
        <w:rPr>
          <w:color w:val="000000"/>
        </w:rPr>
        <w:t xml:space="preserve">ManualActivation(Activity context, </w:t>
      </w:r>
      <w:r w:rsidRPr="0033651B">
        <w:rPr>
          <w:b/>
          <w:bCs/>
          <w:color w:val="000080"/>
        </w:rPr>
        <w:t xml:space="preserve">int </w:t>
      </w:r>
      <w:r w:rsidRPr="0033651B">
        <w:rPr>
          <w:color w:val="000000"/>
        </w:rPr>
        <w:t xml:space="preserve">activationCode1, </w:t>
      </w:r>
      <w:r w:rsidRPr="0033651B">
        <w:rPr>
          <w:b/>
          <w:bCs/>
          <w:color w:val="000080"/>
        </w:rPr>
        <w:t xml:space="preserve">int </w:t>
      </w:r>
      <w:r w:rsidRPr="0033651B">
        <w:rPr>
          <w:color w:val="000000"/>
        </w:rPr>
        <w:t xml:space="preserve">activationCode2, </w:t>
      </w:r>
      <w:r w:rsidRPr="0033651B">
        <w:rPr>
          <w:b/>
          <w:bCs/>
          <w:color w:val="000080"/>
        </w:rPr>
        <w:t xml:space="preserve">int </w:t>
      </w:r>
      <w:r w:rsidRPr="0033651B">
        <w:rPr>
          <w:color w:val="000000"/>
        </w:rPr>
        <w:t xml:space="preserve">userCode1, </w:t>
      </w:r>
      <w:r w:rsidRPr="0033651B">
        <w:rPr>
          <w:b/>
          <w:bCs/>
          <w:color w:val="000080"/>
        </w:rPr>
        <w:t xml:space="preserve">int </w:t>
      </w:r>
      <w:r w:rsidRPr="0033651B">
        <w:rPr>
          <w:color w:val="000000"/>
        </w:rPr>
        <w:t>userCode2)</w:t>
      </w:r>
    </w:p>
    <w:p w:rsidR="004B7F2E" w:rsidRPr="0033651B" w:rsidRDefault="004B7F2E" w:rsidP="0055005E">
      <w:pPr>
        <w:pStyle w:val="HTMLPreformatted"/>
        <w:shd w:val="clear" w:color="auto" w:fill="FFFFFF"/>
        <w:ind w:left="720"/>
        <w:rPr>
          <w:color w:val="000000"/>
        </w:rPr>
      </w:pPr>
      <w:r w:rsidRPr="0033651B">
        <w:rPr>
          <w:rStyle w:val="shorttext"/>
          <w:rFonts w:cs="Courier New"/>
        </w:rPr>
        <w:t>Manual activation of the library.</w:t>
      </w:r>
    </w:p>
    <w:p w:rsidR="004B7F2E" w:rsidRPr="0033651B" w:rsidRDefault="004B7F2E" w:rsidP="0055005E">
      <w:pPr>
        <w:pStyle w:val="HTMLPreformatted"/>
        <w:shd w:val="clear" w:color="auto" w:fill="FFFFFF"/>
        <w:ind w:left="720"/>
        <w:rPr>
          <w:color w:val="000000"/>
        </w:rPr>
      </w:pPr>
    </w:p>
    <w:p w:rsidR="004B7F2E" w:rsidRPr="0033651B" w:rsidRDefault="004B7F2E" w:rsidP="0055005E">
      <w:pPr>
        <w:pStyle w:val="HTMLPreformatted"/>
        <w:shd w:val="clear" w:color="auto" w:fill="FFFFFF"/>
        <w:ind w:left="720"/>
        <w:rPr>
          <w:color w:val="000000"/>
        </w:rPr>
      </w:pPr>
      <w:r w:rsidRPr="0033651B">
        <w:rPr>
          <w:rStyle w:val="shorttext"/>
          <w:rFonts w:cs="Courier New"/>
        </w:rPr>
        <w:t>Parameters:</w:t>
      </w:r>
    </w:p>
    <w:p w:rsidR="004B7F2E" w:rsidRPr="0033651B" w:rsidRDefault="004B7F2E" w:rsidP="0055005E">
      <w:pPr>
        <w:pStyle w:val="HTMLPreformatted"/>
        <w:shd w:val="clear" w:color="auto" w:fill="FFFFFF"/>
        <w:ind w:left="720"/>
        <w:rPr>
          <w:color w:val="000000"/>
        </w:rPr>
      </w:pPr>
      <w:r w:rsidRPr="0033651B">
        <w:rPr>
          <w:color w:val="000000"/>
        </w:rPr>
        <w:tab/>
        <w:t>Activity context – activity</w:t>
      </w:r>
    </w:p>
    <w:p w:rsidR="004B7F2E" w:rsidRPr="0033651B" w:rsidRDefault="004B7F2E" w:rsidP="0055005E">
      <w:pPr>
        <w:pStyle w:val="HTMLPreformatted"/>
        <w:shd w:val="clear" w:color="auto" w:fill="FFFFFF"/>
        <w:ind w:left="720"/>
        <w:rPr>
          <w:color w:val="000000"/>
        </w:rPr>
      </w:pPr>
      <w:r w:rsidRPr="0033651B">
        <w:rPr>
          <w:color w:val="000000"/>
        </w:rPr>
        <w:tab/>
      </w:r>
      <w:r w:rsidRPr="0033651B">
        <w:rPr>
          <w:b/>
          <w:bCs/>
          <w:color w:val="000080"/>
        </w:rPr>
        <w:t xml:space="preserve">int </w:t>
      </w:r>
      <w:r w:rsidRPr="0033651B">
        <w:rPr>
          <w:color w:val="000000"/>
        </w:rPr>
        <w:t>activationCode1 – activation code1 from 2dtg site</w:t>
      </w:r>
    </w:p>
    <w:p w:rsidR="004B7F2E" w:rsidRPr="0033651B" w:rsidRDefault="004B7F2E" w:rsidP="0055005E">
      <w:pPr>
        <w:pStyle w:val="HTMLPreformatted"/>
        <w:shd w:val="clear" w:color="auto" w:fill="FFFFFF"/>
        <w:ind w:left="720"/>
        <w:rPr>
          <w:color w:val="000000"/>
        </w:rPr>
      </w:pPr>
      <w:r w:rsidRPr="0033651B">
        <w:rPr>
          <w:b/>
          <w:bCs/>
          <w:color w:val="000080"/>
        </w:rPr>
        <w:tab/>
        <w:t xml:space="preserve">int </w:t>
      </w:r>
      <w:r w:rsidRPr="0033651B">
        <w:rPr>
          <w:color w:val="000000"/>
        </w:rPr>
        <w:t>activationCode2 – activation code2 from 2dtg site</w:t>
      </w:r>
    </w:p>
    <w:p w:rsidR="004B7F2E" w:rsidRPr="0033651B" w:rsidRDefault="004B7F2E" w:rsidP="0055005E">
      <w:pPr>
        <w:pStyle w:val="HTMLPreformatted"/>
        <w:shd w:val="clear" w:color="auto" w:fill="FFFFFF"/>
        <w:rPr>
          <w:color w:val="000000"/>
        </w:rPr>
      </w:pPr>
      <w:r w:rsidRPr="0033651B">
        <w:rPr>
          <w:b/>
          <w:bCs/>
          <w:color w:val="000080"/>
        </w:rPr>
        <w:tab/>
        <w:t xml:space="preserve">int </w:t>
      </w:r>
      <w:r w:rsidRPr="0033651B">
        <w:rPr>
          <w:color w:val="000000"/>
        </w:rPr>
        <w:t xml:space="preserve">userCode1 – user code1. </w:t>
      </w:r>
      <w:r w:rsidRPr="0033651B">
        <w:rPr>
          <w:rStyle w:val="shorttext"/>
          <w:rFonts w:cs="Courier New"/>
        </w:rPr>
        <w:t xml:space="preserve">Must be pre-generated function </w:t>
      </w:r>
      <w:r w:rsidRPr="0033651B">
        <w:rPr>
          <w:color w:val="000000"/>
          <w:shd w:val="clear" w:color="auto" w:fill="E4E4FF"/>
        </w:rPr>
        <w:t>UserCode1</w:t>
      </w:r>
    </w:p>
    <w:p w:rsidR="004B7F2E" w:rsidRPr="0033651B" w:rsidRDefault="004B7F2E" w:rsidP="0055005E">
      <w:pPr>
        <w:pStyle w:val="HTMLPreformatted"/>
        <w:shd w:val="clear" w:color="auto" w:fill="FFFFFF"/>
        <w:rPr>
          <w:color w:val="000000"/>
        </w:rPr>
      </w:pPr>
      <w:r w:rsidRPr="0033651B">
        <w:rPr>
          <w:color w:val="000000"/>
        </w:rPr>
        <w:tab/>
      </w:r>
      <w:r w:rsidRPr="0033651B">
        <w:rPr>
          <w:b/>
          <w:bCs/>
          <w:color w:val="000080"/>
        </w:rPr>
        <w:t xml:space="preserve">int </w:t>
      </w:r>
      <w:r w:rsidRPr="0033651B">
        <w:rPr>
          <w:color w:val="000000"/>
        </w:rPr>
        <w:t xml:space="preserve">userCode2 – user code2. </w:t>
      </w:r>
      <w:r w:rsidRPr="0033651B">
        <w:rPr>
          <w:rStyle w:val="shorttext"/>
          <w:rFonts w:cs="Courier New"/>
        </w:rPr>
        <w:t xml:space="preserve">Must be pre-generated function </w:t>
      </w:r>
      <w:r w:rsidRPr="0033651B">
        <w:rPr>
          <w:color w:val="000000"/>
          <w:shd w:val="clear" w:color="auto" w:fill="E4E4FF"/>
        </w:rPr>
        <w:t>UserCode2</w:t>
      </w:r>
      <w:bookmarkStart w:id="0" w:name="_GoBack"/>
      <w:bookmarkEnd w:id="0"/>
    </w:p>
    <w:p w:rsidR="004B7F2E" w:rsidRPr="0033651B" w:rsidRDefault="004B7F2E" w:rsidP="0055005E">
      <w:pPr>
        <w:pStyle w:val="PlainText"/>
        <w:ind w:firstLine="720"/>
        <w:rPr>
          <w:lang w:val="en-US"/>
        </w:rPr>
      </w:pPr>
    </w:p>
    <w:p w:rsidR="004B7F2E" w:rsidRPr="0033651B" w:rsidRDefault="004B7F2E" w:rsidP="0055005E">
      <w:pPr>
        <w:pStyle w:val="PlainText"/>
        <w:ind w:firstLine="720"/>
        <w:rPr>
          <w:rFonts w:ascii="Courier New" w:hAnsi="Courier New" w:cs="Courier New"/>
          <w:lang w:val="en-US"/>
        </w:rPr>
      </w:pPr>
      <w:r w:rsidRPr="0033651B">
        <w:rPr>
          <w:rFonts w:ascii="Courier New" w:hAnsi="Courier New" w:cs="Courier New"/>
          <w:lang w:val="en-US"/>
        </w:rPr>
        <w:t>Result:</w:t>
      </w:r>
    </w:p>
    <w:p w:rsidR="004B7F2E" w:rsidRPr="0033651B" w:rsidRDefault="004B7F2E" w:rsidP="0055005E">
      <w:pPr>
        <w:pStyle w:val="PlainText"/>
        <w:ind w:firstLine="720"/>
        <w:rPr>
          <w:rStyle w:val="shorttext"/>
          <w:lang w:val="en-US"/>
        </w:rPr>
      </w:pPr>
      <w:r w:rsidRPr="0033651B">
        <w:rPr>
          <w:rStyle w:val="shorttext"/>
          <w:lang w:val="en-US"/>
        </w:rPr>
        <w:t>Returns true if the library is activated.</w:t>
      </w:r>
    </w:p>
    <w:p w:rsidR="004B7F2E" w:rsidRPr="0033651B" w:rsidRDefault="004B7F2E" w:rsidP="0055005E">
      <w:pPr>
        <w:pStyle w:val="PlainText"/>
        <w:ind w:firstLine="720"/>
        <w:rPr>
          <w:rStyle w:val="shorttext"/>
          <w:lang w:val="en-US"/>
        </w:rPr>
      </w:pPr>
    </w:p>
    <w:p w:rsidR="004B7F2E" w:rsidRPr="0033651B" w:rsidRDefault="004B7F2E" w:rsidP="0055005E">
      <w:pPr>
        <w:pStyle w:val="PlainText"/>
        <w:ind w:firstLine="720"/>
        <w:rPr>
          <w:color w:val="000000"/>
          <w:lang w:val="en-US"/>
        </w:rPr>
      </w:pPr>
      <w:r w:rsidRPr="0033651B">
        <w:rPr>
          <w:rStyle w:val="shorttext"/>
          <w:lang w:val="en-US"/>
        </w:rPr>
        <w:t xml:space="preserve">3.2.5 </w:t>
      </w:r>
      <w:r w:rsidRPr="0033651B">
        <w:rPr>
          <w:b/>
          <w:bCs/>
          <w:color w:val="000080"/>
          <w:lang w:val="en-US"/>
        </w:rPr>
        <w:t xml:space="preserve">public </w:t>
      </w:r>
      <w:r w:rsidRPr="0033651B">
        <w:rPr>
          <w:color w:val="000000"/>
          <w:lang w:val="en-US"/>
        </w:rPr>
        <w:t>String UserCode1(Activity context)</w:t>
      </w:r>
    </w:p>
    <w:p w:rsidR="004B7F2E" w:rsidRPr="0033651B" w:rsidRDefault="004B7F2E" w:rsidP="0055005E">
      <w:pPr>
        <w:pStyle w:val="PlainText"/>
        <w:ind w:firstLine="720"/>
        <w:rPr>
          <w:lang w:val="en-US"/>
        </w:rPr>
      </w:pPr>
      <w:r w:rsidRPr="0033651B">
        <w:rPr>
          <w:color w:val="000000"/>
          <w:lang w:val="en-US"/>
        </w:rPr>
        <w:t>Parameters:</w:t>
      </w:r>
    </w:p>
    <w:p w:rsidR="004B7F2E" w:rsidRPr="0033651B" w:rsidRDefault="004B7F2E" w:rsidP="0055005E">
      <w:pPr>
        <w:pStyle w:val="PlainText"/>
        <w:ind w:left="720"/>
        <w:rPr>
          <w:color w:val="000000"/>
          <w:lang w:val="en-US"/>
        </w:rPr>
      </w:pPr>
      <w:r w:rsidRPr="0033651B">
        <w:rPr>
          <w:color w:val="000000"/>
          <w:lang w:val="en-US"/>
        </w:rPr>
        <w:t xml:space="preserve"> Activity context – activity</w:t>
      </w:r>
    </w:p>
    <w:p w:rsidR="004B7F2E" w:rsidRPr="0033651B" w:rsidRDefault="004B7F2E" w:rsidP="0055005E">
      <w:pPr>
        <w:pStyle w:val="PlainText"/>
        <w:ind w:left="720"/>
        <w:rPr>
          <w:color w:val="000000"/>
          <w:lang w:val="en-US"/>
        </w:rPr>
      </w:pPr>
    </w:p>
    <w:p w:rsidR="004B7F2E" w:rsidRPr="0033651B" w:rsidRDefault="004B7F2E" w:rsidP="0055005E">
      <w:pPr>
        <w:pStyle w:val="PlainText"/>
        <w:ind w:left="720"/>
        <w:rPr>
          <w:color w:val="000000"/>
          <w:lang w:val="en-US"/>
        </w:rPr>
      </w:pPr>
      <w:r w:rsidRPr="0033651B">
        <w:rPr>
          <w:color w:val="000000"/>
          <w:lang w:val="en-US"/>
        </w:rPr>
        <w:t>Result:</w:t>
      </w:r>
    </w:p>
    <w:p w:rsidR="004B7F2E" w:rsidRPr="0033651B" w:rsidRDefault="004B7F2E" w:rsidP="0055005E">
      <w:pPr>
        <w:pStyle w:val="PlainText"/>
        <w:ind w:left="720"/>
        <w:rPr>
          <w:color w:val="000000"/>
          <w:lang w:val="en-US"/>
        </w:rPr>
      </w:pPr>
      <w:r w:rsidRPr="0033651B">
        <w:rPr>
          <w:color w:val="000000"/>
          <w:lang w:val="en-US"/>
        </w:rPr>
        <w:t>Returns user code1.</w:t>
      </w:r>
    </w:p>
    <w:p w:rsidR="004B7F2E" w:rsidRPr="0033651B" w:rsidRDefault="004B7F2E" w:rsidP="0055005E">
      <w:pPr>
        <w:pStyle w:val="PlainText"/>
        <w:ind w:left="720"/>
        <w:rPr>
          <w:color w:val="000000"/>
          <w:lang w:val="en-US"/>
        </w:rPr>
      </w:pPr>
    </w:p>
    <w:p w:rsidR="004B7F2E" w:rsidRPr="0033651B" w:rsidRDefault="004B7F2E" w:rsidP="0055005E">
      <w:pPr>
        <w:pStyle w:val="PlainText"/>
        <w:ind w:left="720"/>
        <w:rPr>
          <w:color w:val="000000"/>
          <w:lang w:val="en-US"/>
        </w:rPr>
      </w:pPr>
      <w:r w:rsidRPr="0033651B">
        <w:rPr>
          <w:color w:val="000000"/>
          <w:lang w:val="en-US"/>
        </w:rPr>
        <w:t xml:space="preserve">3.2.6 </w:t>
      </w:r>
      <w:r w:rsidRPr="0033651B">
        <w:rPr>
          <w:b/>
          <w:bCs/>
          <w:color w:val="000080"/>
          <w:lang w:val="en-US"/>
        </w:rPr>
        <w:t xml:space="preserve">public </w:t>
      </w:r>
      <w:r w:rsidRPr="0033651B">
        <w:rPr>
          <w:color w:val="000000"/>
          <w:lang w:val="en-US"/>
        </w:rPr>
        <w:t>String UserCode2(Activity context)</w:t>
      </w:r>
    </w:p>
    <w:p w:rsidR="004B7F2E" w:rsidRPr="0033651B" w:rsidRDefault="004B7F2E" w:rsidP="0055005E">
      <w:pPr>
        <w:pStyle w:val="PlainText"/>
        <w:ind w:firstLine="720"/>
        <w:rPr>
          <w:lang w:val="en-US"/>
        </w:rPr>
      </w:pPr>
      <w:r w:rsidRPr="0033651B">
        <w:rPr>
          <w:color w:val="000000"/>
          <w:lang w:val="en-US"/>
        </w:rPr>
        <w:t>Parameters:</w:t>
      </w:r>
    </w:p>
    <w:p w:rsidR="004B7F2E" w:rsidRPr="0033651B" w:rsidRDefault="004B7F2E" w:rsidP="0055005E">
      <w:pPr>
        <w:pStyle w:val="PlainText"/>
        <w:ind w:left="720"/>
        <w:rPr>
          <w:color w:val="000000"/>
          <w:lang w:val="en-US"/>
        </w:rPr>
      </w:pPr>
      <w:r w:rsidRPr="0033651B">
        <w:rPr>
          <w:color w:val="000000"/>
          <w:lang w:val="en-US"/>
        </w:rPr>
        <w:t xml:space="preserve"> Activity context – activity</w:t>
      </w:r>
    </w:p>
    <w:p w:rsidR="004B7F2E" w:rsidRPr="0033651B" w:rsidRDefault="004B7F2E" w:rsidP="0055005E">
      <w:pPr>
        <w:pStyle w:val="PlainText"/>
        <w:ind w:left="720"/>
        <w:rPr>
          <w:color w:val="000000"/>
          <w:lang w:val="en-US"/>
        </w:rPr>
      </w:pPr>
    </w:p>
    <w:p w:rsidR="004B7F2E" w:rsidRPr="0033651B" w:rsidRDefault="004B7F2E" w:rsidP="0055005E">
      <w:pPr>
        <w:pStyle w:val="PlainText"/>
        <w:ind w:left="720"/>
        <w:rPr>
          <w:color w:val="000000"/>
          <w:lang w:val="en-US"/>
        </w:rPr>
      </w:pPr>
      <w:r w:rsidRPr="0033651B">
        <w:rPr>
          <w:color w:val="000000"/>
          <w:lang w:val="en-US"/>
        </w:rPr>
        <w:t>Result:</w:t>
      </w:r>
    </w:p>
    <w:p w:rsidR="004B7F2E" w:rsidRPr="0033651B" w:rsidRDefault="004B7F2E" w:rsidP="0055005E">
      <w:pPr>
        <w:pStyle w:val="PlainText"/>
        <w:ind w:left="720"/>
        <w:rPr>
          <w:color w:val="000000"/>
          <w:lang w:val="en-US"/>
        </w:rPr>
      </w:pPr>
      <w:r w:rsidRPr="0033651B">
        <w:rPr>
          <w:color w:val="000000"/>
          <w:lang w:val="en-US"/>
        </w:rPr>
        <w:t>Returns user code2.</w:t>
      </w:r>
    </w:p>
    <w:p w:rsidR="004B7F2E" w:rsidRPr="0033651B" w:rsidRDefault="004B7F2E" w:rsidP="0055005E">
      <w:pPr>
        <w:pStyle w:val="PlainText"/>
        <w:ind w:left="720"/>
        <w:rPr>
          <w:color w:val="000000"/>
          <w:lang w:val="en-US"/>
        </w:rPr>
      </w:pPr>
    </w:p>
    <w:p w:rsidR="004B7F2E" w:rsidRPr="0033651B" w:rsidRDefault="004B7F2E" w:rsidP="00A63788">
      <w:pPr>
        <w:pStyle w:val="HTMLPreformatted"/>
        <w:shd w:val="clear" w:color="auto" w:fill="FFFFFF"/>
        <w:ind w:left="720"/>
        <w:rPr>
          <w:color w:val="000000"/>
        </w:rPr>
      </w:pPr>
      <w:r w:rsidRPr="0033651B">
        <w:rPr>
          <w:b/>
          <w:bCs/>
          <w:color w:val="000080"/>
        </w:rPr>
        <w:t xml:space="preserve">3.2.7 public boolean </w:t>
      </w:r>
      <w:r w:rsidRPr="0033651B">
        <w:rPr>
          <w:color w:val="000000"/>
        </w:rPr>
        <w:t xml:space="preserve">OnlineDeactivation(Activity context, </w:t>
      </w:r>
      <w:r w:rsidRPr="0033651B">
        <w:rPr>
          <w:b/>
          <w:bCs/>
          <w:color w:val="000080"/>
        </w:rPr>
        <w:t xml:space="preserve">int </w:t>
      </w:r>
      <w:r w:rsidRPr="0033651B">
        <w:rPr>
          <w:color w:val="000000"/>
        </w:rPr>
        <w:t>licenseId, String psw)</w:t>
      </w:r>
    </w:p>
    <w:p w:rsidR="004B7F2E" w:rsidRPr="0033651B" w:rsidRDefault="004B7F2E" w:rsidP="00A63788">
      <w:pPr>
        <w:pStyle w:val="HTMLPreformatted"/>
        <w:shd w:val="clear" w:color="auto" w:fill="FFFFFF"/>
        <w:ind w:left="720"/>
      </w:pPr>
      <w:r w:rsidRPr="0033651B">
        <w:t>Deactivates the library on the 2dtg site over the Internet.</w:t>
      </w:r>
    </w:p>
    <w:p w:rsidR="004B7F2E" w:rsidRPr="0033651B" w:rsidRDefault="004B7F2E" w:rsidP="00A63788">
      <w:pPr>
        <w:pStyle w:val="HTMLPreformatted"/>
        <w:shd w:val="clear" w:color="auto" w:fill="FFFFFF"/>
        <w:ind w:left="720"/>
        <w:rPr>
          <w:color w:val="000000"/>
        </w:rPr>
      </w:pPr>
    </w:p>
    <w:p w:rsidR="004B7F2E" w:rsidRPr="0033651B" w:rsidRDefault="004B7F2E" w:rsidP="00A63788">
      <w:pPr>
        <w:pStyle w:val="HTMLPreformatted"/>
        <w:shd w:val="clear" w:color="auto" w:fill="FFFFFF"/>
        <w:ind w:left="720"/>
        <w:rPr>
          <w:color w:val="000000"/>
        </w:rPr>
      </w:pPr>
      <w:r w:rsidRPr="0033651B">
        <w:rPr>
          <w:b/>
          <w:bCs/>
          <w:color w:val="000080"/>
        </w:rPr>
        <w:t>Parameters:</w:t>
      </w:r>
    </w:p>
    <w:p w:rsidR="004B7F2E" w:rsidRPr="0033651B" w:rsidRDefault="004B7F2E" w:rsidP="00A63788">
      <w:pPr>
        <w:pStyle w:val="HTMLPreformatted"/>
        <w:shd w:val="clear" w:color="auto" w:fill="FFFFFF"/>
        <w:ind w:left="720"/>
        <w:rPr>
          <w:color w:val="000000"/>
        </w:rPr>
      </w:pPr>
      <w:r w:rsidRPr="0033651B">
        <w:rPr>
          <w:color w:val="000000"/>
        </w:rPr>
        <w:tab/>
        <w:t>Activity context – activity</w:t>
      </w:r>
    </w:p>
    <w:p w:rsidR="004B7F2E" w:rsidRPr="0033651B" w:rsidRDefault="004B7F2E" w:rsidP="00A63788">
      <w:pPr>
        <w:pStyle w:val="HTMLPreformatted"/>
        <w:shd w:val="clear" w:color="auto" w:fill="FFFFFF"/>
        <w:ind w:left="720"/>
        <w:rPr>
          <w:color w:val="000000"/>
        </w:rPr>
      </w:pPr>
      <w:r w:rsidRPr="0033651B">
        <w:rPr>
          <w:color w:val="000000"/>
        </w:rPr>
        <w:tab/>
      </w:r>
      <w:r w:rsidRPr="0033651B">
        <w:rPr>
          <w:b/>
          <w:bCs/>
          <w:color w:val="000080"/>
        </w:rPr>
        <w:t xml:space="preserve">int </w:t>
      </w:r>
      <w:r w:rsidRPr="0033651B">
        <w:rPr>
          <w:color w:val="000000"/>
        </w:rPr>
        <w:t>licenseId – license ID</w:t>
      </w:r>
    </w:p>
    <w:p w:rsidR="004B7F2E" w:rsidRPr="0033651B" w:rsidRDefault="004B7F2E" w:rsidP="00A63788">
      <w:pPr>
        <w:pStyle w:val="PlainText"/>
        <w:ind w:left="720"/>
        <w:rPr>
          <w:color w:val="000000"/>
          <w:lang w:val="en-US"/>
        </w:rPr>
      </w:pPr>
      <w:r w:rsidRPr="0033651B">
        <w:rPr>
          <w:b/>
          <w:bCs/>
          <w:color w:val="000080"/>
          <w:lang w:val="en-US"/>
        </w:rPr>
        <w:tab/>
      </w:r>
      <w:r w:rsidRPr="0033651B">
        <w:rPr>
          <w:color w:val="000000"/>
          <w:lang w:val="en-US"/>
        </w:rPr>
        <w:t>String psw – password</w:t>
      </w:r>
    </w:p>
    <w:p w:rsidR="004B7F2E" w:rsidRPr="0033651B" w:rsidRDefault="004B7F2E" w:rsidP="0055005E">
      <w:pPr>
        <w:pStyle w:val="PlainText"/>
        <w:ind w:left="720"/>
        <w:rPr>
          <w:lang w:val="en-US"/>
        </w:rPr>
      </w:pPr>
    </w:p>
    <w:p w:rsidR="004B7F2E" w:rsidRPr="0033651B" w:rsidRDefault="004B7F2E" w:rsidP="00DA6784">
      <w:pPr>
        <w:pStyle w:val="PlainText"/>
        <w:rPr>
          <w:rFonts w:ascii="Courier New" w:hAnsi="Courier New" w:cs="Courier New"/>
          <w:lang w:val="en-US"/>
        </w:rPr>
      </w:pPr>
      <w:r w:rsidRPr="0033651B">
        <w:rPr>
          <w:rFonts w:ascii="Courier New" w:hAnsi="Courier New" w:cs="Courier New"/>
          <w:lang w:val="en-US"/>
        </w:rPr>
        <w:t xml:space="preserve"> </w:t>
      </w:r>
    </w:p>
    <w:p w:rsidR="004B7F2E" w:rsidRPr="0033651B" w:rsidRDefault="004B7F2E" w:rsidP="00DA6784">
      <w:pPr>
        <w:pStyle w:val="PlainText"/>
        <w:rPr>
          <w:rFonts w:ascii="Courier New" w:hAnsi="Courier New" w:cs="Courier New"/>
          <w:lang w:val="en-US"/>
        </w:rPr>
      </w:pPr>
    </w:p>
    <w:p w:rsidR="004B7F2E" w:rsidRPr="0033651B" w:rsidRDefault="004B7F2E" w:rsidP="00CF2799">
      <w:pPr>
        <w:pStyle w:val="HTMLPreformatted"/>
        <w:shd w:val="clear" w:color="auto" w:fill="FFFFFF"/>
        <w:rPr>
          <w:color w:val="000000"/>
        </w:rPr>
      </w:pPr>
      <w:r w:rsidRPr="0033651B">
        <w:t xml:space="preserve">    3.3 </w:t>
      </w:r>
      <w:r w:rsidRPr="0033651B">
        <w:rPr>
          <w:color w:val="000000"/>
          <w:shd w:val="clear" w:color="auto" w:fill="E4E4FF"/>
        </w:rPr>
        <w:t>BarcodeDecoderOptions</w:t>
      </w:r>
      <w:r w:rsidRPr="0033651B">
        <w:t>– Contains options the decoder.</w:t>
      </w:r>
    </w:p>
    <w:p w:rsidR="004B7F2E" w:rsidRPr="0033651B" w:rsidRDefault="004B7F2E" w:rsidP="00DA6784">
      <w:pPr>
        <w:pStyle w:val="PlainText"/>
        <w:rPr>
          <w:rFonts w:ascii="Courier New" w:hAnsi="Courier New" w:cs="Courier New"/>
          <w:lang w:val="en-US"/>
        </w:rPr>
      </w:pPr>
      <w:r w:rsidRPr="0033651B">
        <w:rPr>
          <w:rFonts w:ascii="Courier New" w:hAnsi="Courier New" w:cs="Courier New"/>
          <w:lang w:val="en-US"/>
        </w:rPr>
        <w:tab/>
      </w:r>
    </w:p>
    <w:p w:rsidR="004B7F2E" w:rsidRPr="0033651B" w:rsidRDefault="004B7F2E" w:rsidP="00DA6784">
      <w:pPr>
        <w:pStyle w:val="PlainText"/>
        <w:rPr>
          <w:rFonts w:ascii="Courier New" w:hAnsi="Courier New" w:cs="Courier New"/>
          <w:lang w:val="en-US"/>
        </w:rPr>
      </w:pPr>
    </w:p>
    <w:p w:rsidR="004B7F2E" w:rsidRPr="0033651B" w:rsidRDefault="004B7F2E" w:rsidP="00DA6784">
      <w:pPr>
        <w:pStyle w:val="PlainText"/>
        <w:rPr>
          <w:rFonts w:ascii="Courier New" w:hAnsi="Courier New" w:cs="Courier New"/>
          <w:lang w:val="en-US"/>
        </w:rPr>
      </w:pPr>
    </w:p>
    <w:p w:rsidR="004B7F2E" w:rsidRPr="0033651B" w:rsidRDefault="004B7F2E" w:rsidP="000B5DE1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33651B">
        <w:rPr>
          <w:rFonts w:ascii="Courier New" w:hAnsi="Courier New" w:cs="Courier New"/>
        </w:rPr>
        <w:t>Interfaces</w:t>
      </w:r>
    </w:p>
    <w:p w:rsidR="004B7F2E" w:rsidRPr="0033651B" w:rsidRDefault="004B7F2E" w:rsidP="000B5DE1">
      <w:pPr>
        <w:pStyle w:val="PlainText"/>
        <w:ind w:left="720"/>
        <w:rPr>
          <w:rFonts w:ascii="Courier New" w:hAnsi="Courier New" w:cs="Courier New"/>
        </w:rPr>
      </w:pPr>
    </w:p>
    <w:p w:rsidR="004B7F2E" w:rsidRPr="0033651B" w:rsidRDefault="004B7F2E" w:rsidP="000B5DE1">
      <w:pPr>
        <w:pStyle w:val="PlainText"/>
        <w:ind w:left="720" w:hanging="720"/>
        <w:rPr>
          <w:rFonts w:ascii="Courier New" w:hAnsi="Courier New" w:cs="Courier New"/>
          <w:lang w:val="en-US"/>
        </w:rPr>
      </w:pPr>
      <w:r w:rsidRPr="0033651B">
        <w:rPr>
          <w:rFonts w:ascii="Courier New" w:hAnsi="Courier New" w:cs="Courier New"/>
          <w:lang w:val="en-US"/>
        </w:rPr>
        <w:t xml:space="preserve">    4.1 DecodeOkDelegate – reciprocal call interface in case of successful decoding</w:t>
      </w:r>
    </w:p>
    <w:p w:rsidR="004B7F2E" w:rsidRPr="0033651B" w:rsidRDefault="004B7F2E" w:rsidP="00DA6784">
      <w:pPr>
        <w:pStyle w:val="PlainText"/>
        <w:rPr>
          <w:rFonts w:ascii="Courier New" w:hAnsi="Courier New" w:cs="Courier New"/>
          <w:lang w:val="en-US"/>
        </w:rPr>
      </w:pPr>
      <w:r w:rsidRPr="0033651B">
        <w:rPr>
          <w:rFonts w:ascii="Courier New" w:hAnsi="Courier New" w:cs="Courier New"/>
          <w:lang w:val="en-US"/>
        </w:rPr>
        <w:tab/>
        <w:t>Contains one method:</w:t>
      </w:r>
    </w:p>
    <w:p w:rsidR="004B7F2E" w:rsidRPr="0033651B" w:rsidRDefault="004B7F2E" w:rsidP="00DA6784">
      <w:pPr>
        <w:pStyle w:val="PlainText"/>
        <w:rPr>
          <w:rFonts w:ascii="Courier New" w:hAnsi="Courier New" w:cs="Courier New"/>
          <w:lang w:val="en-US"/>
        </w:rPr>
      </w:pPr>
      <w:r w:rsidRPr="0033651B">
        <w:rPr>
          <w:rFonts w:ascii="Courier New" w:hAnsi="Courier New" w:cs="Courier New"/>
          <w:lang w:val="en-US"/>
        </w:rPr>
        <w:tab/>
      </w:r>
    </w:p>
    <w:p w:rsidR="004B7F2E" w:rsidRPr="0033651B" w:rsidRDefault="004B7F2E" w:rsidP="00531DFF">
      <w:pPr>
        <w:pStyle w:val="PlainText"/>
        <w:ind w:left="720" w:hanging="720"/>
        <w:rPr>
          <w:rFonts w:ascii="Courier New" w:hAnsi="Courier New" w:cs="Courier New"/>
          <w:lang w:val="en-US"/>
        </w:rPr>
      </w:pPr>
      <w:r w:rsidRPr="0033651B">
        <w:rPr>
          <w:rFonts w:ascii="Courier New" w:hAnsi="Courier New" w:cs="Courier New"/>
          <w:lang w:val="en-US"/>
        </w:rPr>
        <w:tab/>
        <w:t>public void DecodeOK()</w:t>
      </w:r>
    </w:p>
    <w:p w:rsidR="004B7F2E" w:rsidRPr="0033651B" w:rsidRDefault="004B7F2E" w:rsidP="00531DFF">
      <w:pPr>
        <w:pStyle w:val="PlainText"/>
        <w:ind w:left="720"/>
        <w:rPr>
          <w:rFonts w:ascii="Courier New" w:hAnsi="Courier New" w:cs="Courier New"/>
          <w:lang w:val="en-US"/>
        </w:rPr>
      </w:pPr>
      <w:r w:rsidRPr="0033651B">
        <w:rPr>
          <w:rFonts w:ascii="Courier New" w:hAnsi="Courier New" w:cs="Courier New"/>
          <w:lang w:val="en-US"/>
        </w:rPr>
        <w:t>Called by the process of asynchronous decoding if decoding is successful</w:t>
      </w:r>
      <w:r w:rsidRPr="0033651B">
        <w:rPr>
          <w:rFonts w:ascii="Courier New" w:hAnsi="Courier New" w:cs="Courier New"/>
          <w:lang w:val="en-US"/>
        </w:rPr>
        <w:tab/>
      </w:r>
    </w:p>
    <w:p w:rsidR="004B7F2E" w:rsidRPr="0033651B" w:rsidRDefault="004B7F2E" w:rsidP="00DA6784">
      <w:pPr>
        <w:pStyle w:val="PlainText"/>
        <w:rPr>
          <w:rFonts w:ascii="Courier New" w:hAnsi="Courier New" w:cs="Courier New"/>
          <w:lang w:val="en-US"/>
        </w:rPr>
      </w:pPr>
    </w:p>
    <w:p w:rsidR="004B7F2E" w:rsidRPr="0033651B" w:rsidRDefault="004B7F2E" w:rsidP="000B5DE1">
      <w:pPr>
        <w:pStyle w:val="PlainText"/>
        <w:ind w:left="720" w:hanging="720"/>
        <w:rPr>
          <w:rFonts w:ascii="Courier New" w:hAnsi="Courier New" w:cs="Courier New"/>
          <w:lang w:val="en-US"/>
        </w:rPr>
      </w:pPr>
      <w:r w:rsidRPr="0033651B">
        <w:rPr>
          <w:rFonts w:ascii="Courier New" w:hAnsi="Courier New" w:cs="Courier New"/>
          <w:lang w:val="en-US"/>
        </w:rPr>
        <w:t xml:space="preserve">    4.2 TriggerListener - reciprocal call interface when the trigger is pressed/released </w:t>
      </w:r>
    </w:p>
    <w:p w:rsidR="004B7F2E" w:rsidRPr="0033651B" w:rsidRDefault="004B7F2E" w:rsidP="00DA6784">
      <w:pPr>
        <w:pStyle w:val="PlainText"/>
        <w:rPr>
          <w:rFonts w:ascii="Courier New" w:hAnsi="Courier New" w:cs="Courier New"/>
          <w:lang w:val="en-US"/>
        </w:rPr>
      </w:pPr>
      <w:r w:rsidRPr="0033651B">
        <w:rPr>
          <w:rFonts w:ascii="Courier New" w:hAnsi="Courier New" w:cs="Courier New"/>
          <w:lang w:val="en-US"/>
        </w:rPr>
        <w:tab/>
        <w:t>Contains one method:</w:t>
      </w:r>
    </w:p>
    <w:p w:rsidR="004B7F2E" w:rsidRPr="0033651B" w:rsidRDefault="004B7F2E" w:rsidP="00DA6784">
      <w:pPr>
        <w:pStyle w:val="PlainText"/>
        <w:rPr>
          <w:rFonts w:ascii="Courier New" w:hAnsi="Courier New" w:cs="Courier New"/>
          <w:lang w:val="en-US"/>
        </w:rPr>
      </w:pPr>
      <w:r w:rsidRPr="0033651B">
        <w:rPr>
          <w:rFonts w:ascii="Courier New" w:hAnsi="Courier New" w:cs="Courier New"/>
          <w:lang w:val="en-US"/>
        </w:rPr>
        <w:tab/>
      </w:r>
    </w:p>
    <w:p w:rsidR="004B7F2E" w:rsidRPr="0033651B" w:rsidRDefault="004B7F2E" w:rsidP="00DA6784">
      <w:pPr>
        <w:pStyle w:val="PlainText"/>
        <w:rPr>
          <w:rFonts w:ascii="Courier New" w:hAnsi="Courier New" w:cs="Courier New"/>
          <w:lang w:val="en-US"/>
        </w:rPr>
      </w:pPr>
      <w:r w:rsidRPr="0033651B">
        <w:rPr>
          <w:rFonts w:ascii="Courier New" w:hAnsi="Courier New" w:cs="Courier New"/>
          <w:lang w:val="en-US"/>
        </w:rPr>
        <w:tab/>
      </w:r>
      <w:r>
        <w:rPr>
          <w:rFonts w:ascii="Courier New" w:hAnsi="Courier New" w:cs="Courier New"/>
          <w:lang w:val="en-US"/>
        </w:rPr>
        <w:t>boolean</w:t>
      </w:r>
      <w:r w:rsidRPr="0033651B">
        <w:rPr>
          <w:rFonts w:ascii="Courier New" w:hAnsi="Courier New" w:cs="Courier New"/>
          <w:lang w:val="en-US"/>
        </w:rPr>
        <w:t xml:space="preserve"> TriggerEvent(boolean pressed)</w:t>
      </w:r>
    </w:p>
    <w:p w:rsidR="004B7F2E" w:rsidRPr="0033651B" w:rsidRDefault="004B7F2E" w:rsidP="00DA6784">
      <w:pPr>
        <w:pStyle w:val="PlainText"/>
        <w:rPr>
          <w:rFonts w:ascii="Courier New" w:hAnsi="Courier New" w:cs="Courier New"/>
          <w:lang w:val="en-US"/>
        </w:rPr>
      </w:pPr>
      <w:r w:rsidRPr="0033651B">
        <w:rPr>
          <w:rFonts w:ascii="Courier New" w:hAnsi="Courier New" w:cs="Courier New"/>
          <w:lang w:val="en-US"/>
        </w:rPr>
        <w:tab/>
      </w:r>
    </w:p>
    <w:p w:rsidR="004B7F2E" w:rsidRPr="0033651B" w:rsidRDefault="004B7F2E" w:rsidP="00531DFF">
      <w:pPr>
        <w:pStyle w:val="PlainText"/>
        <w:ind w:firstLine="720"/>
        <w:rPr>
          <w:rFonts w:ascii="Courier New" w:hAnsi="Courier New" w:cs="Courier New"/>
          <w:lang w:val="en-US"/>
        </w:rPr>
      </w:pPr>
      <w:r w:rsidRPr="0033651B">
        <w:rPr>
          <w:rFonts w:ascii="Courier New" w:hAnsi="Courier New" w:cs="Courier New"/>
          <w:lang w:val="en-US"/>
        </w:rPr>
        <w:t>Parameter:</w:t>
      </w:r>
    </w:p>
    <w:p w:rsidR="004B7F2E" w:rsidRPr="0033651B" w:rsidRDefault="004B7F2E" w:rsidP="00DA6784">
      <w:pPr>
        <w:pStyle w:val="PlainText"/>
        <w:rPr>
          <w:rFonts w:ascii="Courier New" w:hAnsi="Courier New" w:cs="Courier New"/>
          <w:lang w:val="en-US"/>
        </w:rPr>
      </w:pPr>
      <w:r w:rsidRPr="0033651B">
        <w:rPr>
          <w:rFonts w:ascii="Courier New" w:hAnsi="Courier New" w:cs="Courier New"/>
          <w:lang w:val="en-US"/>
        </w:rPr>
        <w:tab/>
        <w:t>boolean pressed - trigger is pressed/released</w:t>
      </w:r>
    </w:p>
    <w:p w:rsidR="004B7F2E" w:rsidRPr="0033651B" w:rsidRDefault="004B7F2E" w:rsidP="00DA6784">
      <w:pPr>
        <w:pStyle w:val="PlainText"/>
        <w:rPr>
          <w:rFonts w:ascii="Courier New" w:hAnsi="Courier New" w:cs="Courier New"/>
          <w:lang w:val="en-US"/>
        </w:rPr>
      </w:pPr>
    </w:p>
    <w:p w:rsidR="004B7F2E" w:rsidRPr="00ED5715" w:rsidRDefault="004B7F2E" w:rsidP="00DA6784">
      <w:pPr>
        <w:pStyle w:val="PlainText"/>
        <w:rPr>
          <w:rFonts w:ascii="Courier New" w:hAnsi="Courier New" w:cs="Courier New"/>
          <w:lang w:val="en-US"/>
        </w:rPr>
      </w:pPr>
      <w:r w:rsidRPr="0033651B">
        <w:rPr>
          <w:rFonts w:ascii="Courier New" w:hAnsi="Courier New" w:cs="Courier New"/>
          <w:lang w:val="en-US"/>
        </w:rPr>
        <w:tab/>
        <w:t>Called when trigger is pressed/released.</w:t>
      </w:r>
    </w:p>
    <w:p w:rsidR="004B7F2E" w:rsidRPr="00ED5715" w:rsidRDefault="004B7F2E" w:rsidP="00DA6784">
      <w:pPr>
        <w:pStyle w:val="PlainText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  <w:t xml:space="preserve">  </w:t>
      </w:r>
    </w:p>
    <w:p w:rsidR="004B7F2E" w:rsidRPr="00ED5715" w:rsidRDefault="004B7F2E" w:rsidP="00DA6784">
      <w:pPr>
        <w:pStyle w:val="PlainText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 xml:space="preserve">  </w:t>
      </w:r>
    </w:p>
    <w:sectPr w:rsidR="004B7F2E" w:rsidRPr="00ED5715" w:rsidSect="0024009F">
      <w:footerReference w:type="default" r:id="rId7"/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7F2E" w:rsidRDefault="004B7F2E" w:rsidP="0003010F">
      <w:pPr>
        <w:spacing w:after="0" w:line="240" w:lineRule="auto"/>
      </w:pPr>
      <w:r>
        <w:separator/>
      </w:r>
    </w:p>
  </w:endnote>
  <w:endnote w:type="continuationSeparator" w:id="0">
    <w:p w:rsidR="004B7F2E" w:rsidRDefault="004B7F2E" w:rsidP="00030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7F2E" w:rsidRDefault="004B7F2E">
    <w:pPr>
      <w:pStyle w:val="Footer"/>
      <w:jc w:val="right"/>
    </w:pPr>
    <w:fldSimple w:instr=" PAGE   \* MERGEFORMAT ">
      <w:r>
        <w:rPr>
          <w:noProof/>
        </w:rPr>
        <w:t>3</w:t>
      </w:r>
    </w:fldSimple>
  </w:p>
  <w:p w:rsidR="004B7F2E" w:rsidRDefault="004B7F2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7F2E" w:rsidRDefault="004B7F2E" w:rsidP="0003010F">
      <w:pPr>
        <w:spacing w:after="0" w:line="240" w:lineRule="auto"/>
      </w:pPr>
      <w:r>
        <w:separator/>
      </w:r>
    </w:p>
  </w:footnote>
  <w:footnote w:type="continuationSeparator" w:id="0">
    <w:p w:rsidR="004B7F2E" w:rsidRDefault="004B7F2E" w:rsidP="000301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831D1A"/>
    <w:multiLevelType w:val="multilevel"/>
    <w:tmpl w:val="851ADE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80" w:hanging="108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8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60" w:hanging="180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8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6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40" w:hanging="2520"/>
      </w:pPr>
      <w:rPr>
        <w:rFonts w:cs="Times New Roman" w:hint="default"/>
      </w:rPr>
    </w:lvl>
  </w:abstractNum>
  <w:abstractNum w:abstractNumId="1">
    <w:nsid w:val="7F1C272D"/>
    <w:multiLevelType w:val="hybridMultilevel"/>
    <w:tmpl w:val="47365D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4D6C"/>
    <w:rsid w:val="000051A8"/>
    <w:rsid w:val="0000737F"/>
    <w:rsid w:val="00012E1C"/>
    <w:rsid w:val="00013528"/>
    <w:rsid w:val="000257E4"/>
    <w:rsid w:val="0003010F"/>
    <w:rsid w:val="00064A19"/>
    <w:rsid w:val="000820D8"/>
    <w:rsid w:val="000836A2"/>
    <w:rsid w:val="000855BA"/>
    <w:rsid w:val="000A68A4"/>
    <w:rsid w:val="000B1296"/>
    <w:rsid w:val="000B5DE1"/>
    <w:rsid w:val="000C1A52"/>
    <w:rsid w:val="000C3028"/>
    <w:rsid w:val="000D0500"/>
    <w:rsid w:val="000D5660"/>
    <w:rsid w:val="000E512A"/>
    <w:rsid w:val="00111258"/>
    <w:rsid w:val="00112994"/>
    <w:rsid w:val="00116833"/>
    <w:rsid w:val="0012288B"/>
    <w:rsid w:val="00123216"/>
    <w:rsid w:val="00134784"/>
    <w:rsid w:val="001405A0"/>
    <w:rsid w:val="001429E8"/>
    <w:rsid w:val="00150403"/>
    <w:rsid w:val="0015153B"/>
    <w:rsid w:val="0015307E"/>
    <w:rsid w:val="00154DD6"/>
    <w:rsid w:val="001569C6"/>
    <w:rsid w:val="001674F3"/>
    <w:rsid w:val="00172ACD"/>
    <w:rsid w:val="00181B01"/>
    <w:rsid w:val="001A1621"/>
    <w:rsid w:val="001C58E8"/>
    <w:rsid w:val="001E224E"/>
    <w:rsid w:val="001F7993"/>
    <w:rsid w:val="00211DF5"/>
    <w:rsid w:val="0024009F"/>
    <w:rsid w:val="00241AA2"/>
    <w:rsid w:val="00247673"/>
    <w:rsid w:val="0025175A"/>
    <w:rsid w:val="00273BD0"/>
    <w:rsid w:val="00291421"/>
    <w:rsid w:val="002B14CD"/>
    <w:rsid w:val="002B4DC1"/>
    <w:rsid w:val="002B7E02"/>
    <w:rsid w:val="002D5405"/>
    <w:rsid w:val="002E0C1D"/>
    <w:rsid w:val="002E288A"/>
    <w:rsid w:val="002E4D6C"/>
    <w:rsid w:val="002F06D2"/>
    <w:rsid w:val="002F2E0A"/>
    <w:rsid w:val="003036D4"/>
    <w:rsid w:val="00313336"/>
    <w:rsid w:val="0032595E"/>
    <w:rsid w:val="00325D04"/>
    <w:rsid w:val="003313FC"/>
    <w:rsid w:val="0033651B"/>
    <w:rsid w:val="00352ADF"/>
    <w:rsid w:val="00353797"/>
    <w:rsid w:val="00362AFC"/>
    <w:rsid w:val="003636A0"/>
    <w:rsid w:val="00366C28"/>
    <w:rsid w:val="00376A52"/>
    <w:rsid w:val="003A74E9"/>
    <w:rsid w:val="003B6E87"/>
    <w:rsid w:val="003C08F2"/>
    <w:rsid w:val="003D3118"/>
    <w:rsid w:val="003D3FD0"/>
    <w:rsid w:val="003E0840"/>
    <w:rsid w:val="003F3BF6"/>
    <w:rsid w:val="00433D08"/>
    <w:rsid w:val="004345D3"/>
    <w:rsid w:val="004364CF"/>
    <w:rsid w:val="00442F62"/>
    <w:rsid w:val="00442FEA"/>
    <w:rsid w:val="00446637"/>
    <w:rsid w:val="0047196A"/>
    <w:rsid w:val="00474486"/>
    <w:rsid w:val="00475E66"/>
    <w:rsid w:val="004775BF"/>
    <w:rsid w:val="004870F2"/>
    <w:rsid w:val="0049578D"/>
    <w:rsid w:val="004B3072"/>
    <w:rsid w:val="004B436A"/>
    <w:rsid w:val="004B7F2E"/>
    <w:rsid w:val="004C2C53"/>
    <w:rsid w:val="004D4F33"/>
    <w:rsid w:val="004D7696"/>
    <w:rsid w:val="004D786E"/>
    <w:rsid w:val="004E0ABB"/>
    <w:rsid w:val="004E167B"/>
    <w:rsid w:val="004E3A1D"/>
    <w:rsid w:val="004E797C"/>
    <w:rsid w:val="004F6222"/>
    <w:rsid w:val="00527CBF"/>
    <w:rsid w:val="00531DFF"/>
    <w:rsid w:val="00532846"/>
    <w:rsid w:val="00542D55"/>
    <w:rsid w:val="0055005E"/>
    <w:rsid w:val="00551C59"/>
    <w:rsid w:val="005604A9"/>
    <w:rsid w:val="00571E13"/>
    <w:rsid w:val="005745A3"/>
    <w:rsid w:val="0058527C"/>
    <w:rsid w:val="00585D06"/>
    <w:rsid w:val="005863EA"/>
    <w:rsid w:val="005A06D4"/>
    <w:rsid w:val="005B5CEA"/>
    <w:rsid w:val="005C173F"/>
    <w:rsid w:val="005D15D8"/>
    <w:rsid w:val="005D7015"/>
    <w:rsid w:val="005E40D3"/>
    <w:rsid w:val="005F1B68"/>
    <w:rsid w:val="005F50CB"/>
    <w:rsid w:val="005F7E04"/>
    <w:rsid w:val="00602797"/>
    <w:rsid w:val="00611A73"/>
    <w:rsid w:val="006132B4"/>
    <w:rsid w:val="00636028"/>
    <w:rsid w:val="00644569"/>
    <w:rsid w:val="00651B76"/>
    <w:rsid w:val="00653413"/>
    <w:rsid w:val="006550D0"/>
    <w:rsid w:val="00655498"/>
    <w:rsid w:val="00677BA8"/>
    <w:rsid w:val="006A5D1F"/>
    <w:rsid w:val="006B724F"/>
    <w:rsid w:val="006E7483"/>
    <w:rsid w:val="00703BC7"/>
    <w:rsid w:val="00716206"/>
    <w:rsid w:val="00716DB1"/>
    <w:rsid w:val="007213B5"/>
    <w:rsid w:val="0072599F"/>
    <w:rsid w:val="0073267F"/>
    <w:rsid w:val="007418B1"/>
    <w:rsid w:val="00741A38"/>
    <w:rsid w:val="00742946"/>
    <w:rsid w:val="00747CB9"/>
    <w:rsid w:val="00761324"/>
    <w:rsid w:val="00762DF5"/>
    <w:rsid w:val="00771D2A"/>
    <w:rsid w:val="007746E3"/>
    <w:rsid w:val="0077777E"/>
    <w:rsid w:val="007902E8"/>
    <w:rsid w:val="00793D0D"/>
    <w:rsid w:val="007A2F95"/>
    <w:rsid w:val="007A514E"/>
    <w:rsid w:val="007B2783"/>
    <w:rsid w:val="007B66C0"/>
    <w:rsid w:val="007C18C5"/>
    <w:rsid w:val="007C7070"/>
    <w:rsid w:val="007F12B4"/>
    <w:rsid w:val="00814327"/>
    <w:rsid w:val="00822F0D"/>
    <w:rsid w:val="00840EB4"/>
    <w:rsid w:val="00856EC4"/>
    <w:rsid w:val="008608BB"/>
    <w:rsid w:val="00893FD1"/>
    <w:rsid w:val="00896981"/>
    <w:rsid w:val="00897379"/>
    <w:rsid w:val="008A09AB"/>
    <w:rsid w:val="008B409F"/>
    <w:rsid w:val="008B48D3"/>
    <w:rsid w:val="008C6D23"/>
    <w:rsid w:val="008E66D8"/>
    <w:rsid w:val="008F3348"/>
    <w:rsid w:val="008F4F00"/>
    <w:rsid w:val="008F6B13"/>
    <w:rsid w:val="009009CD"/>
    <w:rsid w:val="00902CD6"/>
    <w:rsid w:val="00911022"/>
    <w:rsid w:val="009134B4"/>
    <w:rsid w:val="00917FAB"/>
    <w:rsid w:val="00920CCA"/>
    <w:rsid w:val="00923D61"/>
    <w:rsid w:val="00924951"/>
    <w:rsid w:val="00925C64"/>
    <w:rsid w:val="0096335A"/>
    <w:rsid w:val="009721EF"/>
    <w:rsid w:val="00991B4D"/>
    <w:rsid w:val="009B4C73"/>
    <w:rsid w:val="009B6E44"/>
    <w:rsid w:val="009C43B0"/>
    <w:rsid w:val="009D0016"/>
    <w:rsid w:val="009E4DA3"/>
    <w:rsid w:val="00A12D3C"/>
    <w:rsid w:val="00A12FF6"/>
    <w:rsid w:val="00A24C97"/>
    <w:rsid w:val="00A63788"/>
    <w:rsid w:val="00A67D0C"/>
    <w:rsid w:val="00A84670"/>
    <w:rsid w:val="00A8675C"/>
    <w:rsid w:val="00A95BE3"/>
    <w:rsid w:val="00AA30BF"/>
    <w:rsid w:val="00AA3E92"/>
    <w:rsid w:val="00AE01EC"/>
    <w:rsid w:val="00AF0DEA"/>
    <w:rsid w:val="00AF3D37"/>
    <w:rsid w:val="00AF6F2C"/>
    <w:rsid w:val="00B11979"/>
    <w:rsid w:val="00B2441A"/>
    <w:rsid w:val="00B25126"/>
    <w:rsid w:val="00B26328"/>
    <w:rsid w:val="00B42715"/>
    <w:rsid w:val="00B62A21"/>
    <w:rsid w:val="00B85D75"/>
    <w:rsid w:val="00B96A5D"/>
    <w:rsid w:val="00BB39EB"/>
    <w:rsid w:val="00BC350C"/>
    <w:rsid w:val="00BD40C9"/>
    <w:rsid w:val="00BF1586"/>
    <w:rsid w:val="00C07380"/>
    <w:rsid w:val="00C54A04"/>
    <w:rsid w:val="00C57021"/>
    <w:rsid w:val="00C67204"/>
    <w:rsid w:val="00C71209"/>
    <w:rsid w:val="00C71AB7"/>
    <w:rsid w:val="00C733DB"/>
    <w:rsid w:val="00C744F2"/>
    <w:rsid w:val="00C834EA"/>
    <w:rsid w:val="00C86C45"/>
    <w:rsid w:val="00CA6E3C"/>
    <w:rsid w:val="00CB1B42"/>
    <w:rsid w:val="00CB7D5C"/>
    <w:rsid w:val="00CC036C"/>
    <w:rsid w:val="00CC2962"/>
    <w:rsid w:val="00CC421D"/>
    <w:rsid w:val="00CE20D2"/>
    <w:rsid w:val="00CE3892"/>
    <w:rsid w:val="00CF2799"/>
    <w:rsid w:val="00CF4821"/>
    <w:rsid w:val="00D034FA"/>
    <w:rsid w:val="00D0548B"/>
    <w:rsid w:val="00D23294"/>
    <w:rsid w:val="00D27FE6"/>
    <w:rsid w:val="00D30221"/>
    <w:rsid w:val="00D37DE1"/>
    <w:rsid w:val="00D52C29"/>
    <w:rsid w:val="00D64FB0"/>
    <w:rsid w:val="00DA6784"/>
    <w:rsid w:val="00DC12C6"/>
    <w:rsid w:val="00DC3904"/>
    <w:rsid w:val="00DC4084"/>
    <w:rsid w:val="00DD3E13"/>
    <w:rsid w:val="00DF328A"/>
    <w:rsid w:val="00E014B9"/>
    <w:rsid w:val="00E17B70"/>
    <w:rsid w:val="00E221FA"/>
    <w:rsid w:val="00E2714B"/>
    <w:rsid w:val="00E34C83"/>
    <w:rsid w:val="00E46256"/>
    <w:rsid w:val="00E47CF8"/>
    <w:rsid w:val="00E53FEA"/>
    <w:rsid w:val="00E6220C"/>
    <w:rsid w:val="00E74128"/>
    <w:rsid w:val="00E8377C"/>
    <w:rsid w:val="00E83D58"/>
    <w:rsid w:val="00E858F8"/>
    <w:rsid w:val="00EA30F4"/>
    <w:rsid w:val="00EA4F35"/>
    <w:rsid w:val="00EB1A92"/>
    <w:rsid w:val="00ED07EC"/>
    <w:rsid w:val="00ED376C"/>
    <w:rsid w:val="00ED5715"/>
    <w:rsid w:val="00EE5509"/>
    <w:rsid w:val="00EF6DA2"/>
    <w:rsid w:val="00F206AA"/>
    <w:rsid w:val="00F268B5"/>
    <w:rsid w:val="00F37640"/>
    <w:rsid w:val="00F501D6"/>
    <w:rsid w:val="00F64DAD"/>
    <w:rsid w:val="00F6652B"/>
    <w:rsid w:val="00F678D0"/>
    <w:rsid w:val="00F67978"/>
    <w:rsid w:val="00F7191B"/>
    <w:rsid w:val="00F7539F"/>
    <w:rsid w:val="00F82675"/>
    <w:rsid w:val="00FA6C1C"/>
    <w:rsid w:val="00FB263D"/>
    <w:rsid w:val="00FD2CCD"/>
    <w:rsid w:val="00FD38A2"/>
    <w:rsid w:val="00FF13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5498"/>
    <w:pPr>
      <w:spacing w:after="160" w:line="259" w:lineRule="auto"/>
    </w:pPr>
    <w:rPr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rsid w:val="009721EF"/>
    <w:pPr>
      <w:spacing w:after="0" w:line="240" w:lineRule="auto"/>
    </w:pPr>
    <w:rPr>
      <w:rFonts w:ascii="Consolas" w:hAnsi="Consolas"/>
      <w:sz w:val="21"/>
      <w:szCs w:val="21"/>
      <w:lang w:val="ru-RU"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9721EF"/>
    <w:rPr>
      <w:rFonts w:ascii="Consolas" w:hAnsi="Consolas" w:cs="Times New Roman"/>
      <w:sz w:val="21"/>
    </w:rPr>
  </w:style>
  <w:style w:type="paragraph" w:styleId="Header">
    <w:name w:val="header"/>
    <w:basedOn w:val="Normal"/>
    <w:link w:val="HeaderChar"/>
    <w:uiPriority w:val="99"/>
    <w:rsid w:val="0003010F"/>
    <w:pPr>
      <w:tabs>
        <w:tab w:val="center" w:pos="4680"/>
        <w:tab w:val="right" w:pos="9360"/>
      </w:tabs>
      <w:spacing w:after="0" w:line="240" w:lineRule="auto"/>
    </w:pPr>
    <w:rPr>
      <w:sz w:val="20"/>
      <w:szCs w:val="20"/>
      <w:lang w:val="ru-RU"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03010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03010F"/>
    <w:pPr>
      <w:tabs>
        <w:tab w:val="center" w:pos="4680"/>
        <w:tab w:val="right" w:pos="9360"/>
      </w:tabs>
      <w:spacing w:after="0" w:line="240" w:lineRule="auto"/>
    </w:pPr>
    <w:rPr>
      <w:sz w:val="20"/>
      <w:szCs w:val="20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03010F"/>
    <w:rPr>
      <w:rFonts w:cs="Times New Roman"/>
    </w:rPr>
  </w:style>
  <w:style w:type="paragraph" w:styleId="HTMLPreformatted">
    <w:name w:val="HTML Preformatted"/>
    <w:basedOn w:val="Normal"/>
    <w:link w:val="HTMLPreformattedChar"/>
    <w:uiPriority w:val="99"/>
    <w:rsid w:val="005500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AA3E92"/>
    <w:rPr>
      <w:rFonts w:ascii="Courier New" w:hAnsi="Courier New" w:cs="Times New Roman"/>
      <w:sz w:val="20"/>
      <w:lang w:val="en-US" w:eastAsia="en-US"/>
    </w:rPr>
  </w:style>
  <w:style w:type="character" w:customStyle="1" w:styleId="shorttext">
    <w:name w:val="short_text"/>
    <w:uiPriority w:val="99"/>
    <w:rsid w:val="0055005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9870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0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0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0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0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0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0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0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0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0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0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0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0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0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0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0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0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0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</TotalTime>
  <Pages>5</Pages>
  <Words>962</Words>
  <Characters>5486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Anatoliy Shishkin</dc:creator>
  <cp:keywords/>
  <dc:description/>
  <cp:lastModifiedBy> </cp:lastModifiedBy>
  <cp:revision>7</cp:revision>
  <dcterms:created xsi:type="dcterms:W3CDTF">2017-09-26T15:41:00Z</dcterms:created>
  <dcterms:modified xsi:type="dcterms:W3CDTF">2018-10-04T13:48:00Z</dcterms:modified>
</cp:coreProperties>
</file>